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6963A" w14:textId="77777777" w:rsidR="007E521D" w:rsidRDefault="007E521D" w:rsidP="003B7330">
      <w:pPr>
        <w:rPr>
          <w:rFonts w:ascii="Verdana" w:hAnsi="Verdana" w:cs="Times New Roman"/>
          <w:b/>
          <w:sz w:val="24"/>
          <w:szCs w:val="24"/>
        </w:rPr>
      </w:pPr>
    </w:p>
    <w:p w14:paraId="233F688F" w14:textId="77777777" w:rsidR="007E521D" w:rsidRDefault="007E521D" w:rsidP="003B7330">
      <w:pPr>
        <w:rPr>
          <w:rFonts w:ascii="Verdana" w:hAnsi="Verdana" w:cs="Times New Roman"/>
          <w:b/>
          <w:sz w:val="24"/>
          <w:szCs w:val="24"/>
        </w:rPr>
      </w:pPr>
    </w:p>
    <w:p w14:paraId="529AFB68" w14:textId="77777777" w:rsidR="007E521D" w:rsidRDefault="007E521D" w:rsidP="003B7330">
      <w:pPr>
        <w:rPr>
          <w:rFonts w:ascii="Verdana" w:hAnsi="Verdana" w:cs="Times New Roman"/>
          <w:b/>
          <w:sz w:val="24"/>
          <w:szCs w:val="24"/>
        </w:rPr>
      </w:pPr>
    </w:p>
    <w:p w14:paraId="1EABAD3C" w14:textId="77777777" w:rsidR="007E521D" w:rsidRDefault="007E521D" w:rsidP="003B7330">
      <w:pPr>
        <w:rPr>
          <w:rFonts w:ascii="Verdana" w:hAnsi="Verdana" w:cs="Times New Roman"/>
          <w:b/>
          <w:sz w:val="24"/>
          <w:szCs w:val="24"/>
        </w:rPr>
      </w:pPr>
    </w:p>
    <w:p w14:paraId="205E0BFC" w14:textId="5C9C134D" w:rsidR="007E521D" w:rsidRDefault="007E521D" w:rsidP="007E521D">
      <w:pPr>
        <w:jc w:val="center"/>
        <w:rPr>
          <w:rFonts w:ascii="Verdana" w:hAnsi="Verdana" w:cs="Times New Roman"/>
          <w:b/>
          <w:sz w:val="24"/>
          <w:szCs w:val="24"/>
        </w:rPr>
      </w:pPr>
    </w:p>
    <w:p w14:paraId="52FE7F03" w14:textId="77777777" w:rsidR="007E521D" w:rsidRDefault="007E521D" w:rsidP="003B7330">
      <w:pPr>
        <w:rPr>
          <w:rFonts w:ascii="Verdana" w:hAnsi="Verdana" w:cs="Times New Roman"/>
          <w:b/>
          <w:sz w:val="24"/>
          <w:szCs w:val="24"/>
        </w:rPr>
      </w:pPr>
    </w:p>
    <w:p w14:paraId="784195A2" w14:textId="14B8FA50" w:rsidR="00231423" w:rsidRPr="008E7AC8" w:rsidRDefault="007E521D" w:rsidP="00CC26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7AC8">
        <w:rPr>
          <w:rFonts w:ascii="Times New Roman" w:hAnsi="Times New Roman" w:cs="Times New Roman"/>
          <w:b/>
          <w:sz w:val="32"/>
          <w:szCs w:val="32"/>
        </w:rPr>
        <w:t xml:space="preserve">MEMORIAL </w:t>
      </w:r>
      <w:r w:rsidR="0011665E" w:rsidRPr="008E7AC8">
        <w:rPr>
          <w:rFonts w:ascii="Times New Roman" w:hAnsi="Times New Roman" w:cs="Times New Roman"/>
          <w:b/>
          <w:sz w:val="32"/>
          <w:szCs w:val="32"/>
        </w:rPr>
        <w:t>DE CARGA TÉRMICA</w:t>
      </w:r>
      <w:r w:rsidR="00231423" w:rsidRPr="008E7AC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0A7E46B9" w14:textId="07164FDB" w:rsidR="004C3E8D" w:rsidRPr="008E7AC8" w:rsidRDefault="00231423" w:rsidP="007E52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7AC8">
        <w:rPr>
          <w:rFonts w:ascii="Times New Roman" w:hAnsi="Times New Roman" w:cs="Times New Roman"/>
          <w:b/>
          <w:sz w:val="32"/>
          <w:szCs w:val="32"/>
        </w:rPr>
        <w:t>SISTEMA DE AR CONDICIONADO</w:t>
      </w:r>
    </w:p>
    <w:p w14:paraId="6E4B24DC" w14:textId="345497B3" w:rsidR="007701A3" w:rsidRPr="008E7AC8" w:rsidRDefault="008E7AC8" w:rsidP="008E7AC8">
      <w:pPr>
        <w:jc w:val="center"/>
        <w:rPr>
          <w:rFonts w:ascii="Times New Roman" w:hAnsi="Times New Roman" w:cs="Times New Roman"/>
          <w:sz w:val="32"/>
          <w:szCs w:val="32"/>
        </w:rPr>
      </w:pPr>
      <w:r w:rsidRPr="008E7AC8">
        <w:rPr>
          <w:rFonts w:ascii="Times New Roman" w:hAnsi="Times New Roman" w:cs="Times New Roman"/>
          <w:b/>
          <w:sz w:val="32"/>
          <w:szCs w:val="32"/>
        </w:rPr>
        <w:t>MERCADO DAS FLORES – CEASA/PR</w:t>
      </w:r>
    </w:p>
    <w:p w14:paraId="3A7E8C83" w14:textId="40FAD7D8" w:rsidR="007701A3" w:rsidRDefault="007701A3" w:rsidP="003B7330">
      <w:pPr>
        <w:rPr>
          <w:rFonts w:ascii="Verdana" w:hAnsi="Verdana" w:cs="Times New Roman"/>
          <w:sz w:val="24"/>
          <w:szCs w:val="24"/>
        </w:rPr>
      </w:pPr>
    </w:p>
    <w:p w14:paraId="3B219237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11F32365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37A1A43F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4F26D476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1FB188F6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78E013E4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4767F974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2EBF0593" w14:textId="77777777" w:rsidR="00856336" w:rsidRDefault="00856336" w:rsidP="003B7330">
      <w:pPr>
        <w:rPr>
          <w:rFonts w:ascii="Verdana" w:hAnsi="Verdana" w:cs="Times New Roman"/>
          <w:sz w:val="24"/>
          <w:szCs w:val="24"/>
        </w:rPr>
      </w:pPr>
    </w:p>
    <w:p w14:paraId="61BB0905" w14:textId="77777777" w:rsidR="00856336" w:rsidRDefault="00856336" w:rsidP="003B7330">
      <w:pPr>
        <w:rPr>
          <w:rFonts w:ascii="Verdana" w:hAnsi="Verdana" w:cs="Times New Roman"/>
          <w:sz w:val="24"/>
          <w:szCs w:val="24"/>
        </w:rPr>
      </w:pPr>
    </w:p>
    <w:p w14:paraId="1CE8C62E" w14:textId="77777777" w:rsidR="008E7AC8" w:rsidRDefault="008E7AC8" w:rsidP="003B7330">
      <w:pPr>
        <w:rPr>
          <w:rFonts w:ascii="Verdana" w:hAnsi="Verdana" w:cs="Times New Roman"/>
          <w:sz w:val="24"/>
          <w:szCs w:val="24"/>
        </w:rPr>
      </w:pPr>
    </w:p>
    <w:p w14:paraId="1FF32547" w14:textId="77777777" w:rsidR="008E7AC8" w:rsidRDefault="008E7AC8" w:rsidP="003B7330">
      <w:pPr>
        <w:rPr>
          <w:rFonts w:ascii="Verdana" w:hAnsi="Verdana" w:cs="Times New Roman"/>
          <w:sz w:val="24"/>
          <w:szCs w:val="24"/>
        </w:rPr>
      </w:pPr>
    </w:p>
    <w:p w14:paraId="003F772F" w14:textId="77777777" w:rsidR="00856336" w:rsidRDefault="00856336" w:rsidP="003B7330">
      <w:pPr>
        <w:rPr>
          <w:rFonts w:ascii="Verdana" w:hAnsi="Verdana" w:cs="Times New Roman"/>
          <w:sz w:val="24"/>
          <w:szCs w:val="24"/>
        </w:rPr>
      </w:pPr>
    </w:p>
    <w:p w14:paraId="7AD9B912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0D9DD0E4" w14:textId="77777777" w:rsidR="007E521D" w:rsidRDefault="007E521D" w:rsidP="003B7330">
      <w:pPr>
        <w:rPr>
          <w:rFonts w:ascii="Verdana" w:hAnsi="Verdana" w:cs="Times New Roman"/>
          <w:sz w:val="24"/>
          <w:szCs w:val="24"/>
        </w:rPr>
      </w:pPr>
    </w:p>
    <w:p w14:paraId="7237636A" w14:textId="77777777" w:rsidR="007701A3" w:rsidRDefault="007701A3" w:rsidP="003B7330">
      <w:pPr>
        <w:rPr>
          <w:rFonts w:ascii="Verdana" w:hAnsi="Verdana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954839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1A60E1" w14:textId="77777777" w:rsidR="00E90ECA" w:rsidRPr="008E7AC8" w:rsidRDefault="00E90ECA" w:rsidP="00E90ECA">
          <w:pPr>
            <w:pStyle w:val="CabealhodoSumrio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8E7AC8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Sumário</w:t>
          </w:r>
        </w:p>
        <w:p w14:paraId="100385F6" w14:textId="77777777" w:rsidR="00E90ECA" w:rsidRPr="008E7AC8" w:rsidRDefault="00E90ECA" w:rsidP="00E90ECA">
          <w:pPr>
            <w:rPr>
              <w:rFonts w:ascii="Times New Roman" w:hAnsi="Times New Roman" w:cs="Times New Roman"/>
            </w:rPr>
          </w:pPr>
        </w:p>
        <w:p w14:paraId="7AE9CD51" w14:textId="41A14B7E" w:rsidR="00024EF9" w:rsidRDefault="00E90ECA">
          <w:pPr>
            <w:pStyle w:val="Sumrio1"/>
            <w:tabs>
              <w:tab w:val="left" w:pos="440"/>
              <w:tab w:val="right" w:leader="dot" w:pos="974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8E7AC8">
            <w:rPr>
              <w:rFonts w:ascii="Times New Roman" w:hAnsi="Times New Roman" w:cs="Times New Roman"/>
            </w:rPr>
            <w:fldChar w:fldCharType="begin"/>
          </w:r>
          <w:r w:rsidRPr="008E7AC8">
            <w:rPr>
              <w:rFonts w:ascii="Times New Roman" w:hAnsi="Times New Roman" w:cs="Times New Roman"/>
            </w:rPr>
            <w:instrText xml:space="preserve"> TOC \o "1-3" \h \z \u </w:instrText>
          </w:r>
          <w:r w:rsidRPr="008E7AC8">
            <w:rPr>
              <w:rFonts w:ascii="Times New Roman" w:hAnsi="Times New Roman" w:cs="Times New Roman"/>
            </w:rPr>
            <w:fldChar w:fldCharType="separate"/>
          </w:r>
          <w:hyperlink w:anchor="_Toc203573147" w:history="1">
            <w:r w:rsidR="00024EF9"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1.</w:t>
            </w:r>
            <w:r w:rsidR="00024EF9"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="00024EF9"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Objetivo</w:t>
            </w:r>
            <w:r w:rsidR="00024EF9">
              <w:rPr>
                <w:noProof/>
                <w:webHidden/>
              </w:rPr>
              <w:tab/>
            </w:r>
            <w:r w:rsidR="00024EF9">
              <w:rPr>
                <w:noProof/>
                <w:webHidden/>
              </w:rPr>
              <w:fldChar w:fldCharType="begin"/>
            </w:r>
            <w:r w:rsidR="00024EF9">
              <w:rPr>
                <w:noProof/>
                <w:webHidden/>
              </w:rPr>
              <w:instrText xml:space="preserve"> PAGEREF _Toc203573147 \h </w:instrText>
            </w:r>
            <w:r w:rsidR="00024EF9">
              <w:rPr>
                <w:noProof/>
                <w:webHidden/>
              </w:rPr>
            </w:r>
            <w:r w:rsidR="00024EF9">
              <w:rPr>
                <w:noProof/>
                <w:webHidden/>
              </w:rPr>
              <w:fldChar w:fldCharType="separate"/>
            </w:r>
            <w:r w:rsidR="00024EF9">
              <w:rPr>
                <w:noProof/>
                <w:webHidden/>
              </w:rPr>
              <w:t>3</w:t>
            </w:r>
            <w:r w:rsidR="00024EF9">
              <w:rPr>
                <w:noProof/>
                <w:webHidden/>
              </w:rPr>
              <w:fldChar w:fldCharType="end"/>
            </w:r>
          </w:hyperlink>
        </w:p>
        <w:p w14:paraId="767696C8" w14:textId="4B6E6120" w:rsidR="00024EF9" w:rsidRDefault="00024EF9">
          <w:pPr>
            <w:pStyle w:val="Sumrio1"/>
            <w:tabs>
              <w:tab w:val="left" w:pos="440"/>
              <w:tab w:val="right" w:leader="dot" w:pos="974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3573148" w:history="1">
            <w:r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Base de Cálculos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36853" w14:textId="277787F2" w:rsidR="00024EF9" w:rsidRDefault="00024EF9">
          <w:pPr>
            <w:pStyle w:val="Sumrio1"/>
            <w:tabs>
              <w:tab w:val="left" w:pos="440"/>
              <w:tab w:val="right" w:leader="dot" w:pos="974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3573149" w:history="1">
            <w:r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Resumo de cálculo de carga térmica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600C2" w14:textId="368C170F" w:rsidR="00024EF9" w:rsidRDefault="00024EF9">
          <w:pPr>
            <w:pStyle w:val="Sumrio1"/>
            <w:tabs>
              <w:tab w:val="right" w:leader="dot" w:pos="974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3573150" w:history="1">
            <w:r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 xml:space="preserve">4. </w:t>
            </w:r>
            <w:r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 xml:space="preserve">    </w:t>
            </w:r>
            <w:r w:rsidRPr="00E92C1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Conclusão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_Toc203573150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4F0B4" w14:textId="6297ECB0" w:rsidR="00E90ECA" w:rsidRDefault="00E90ECA" w:rsidP="00E90ECA">
          <w:r w:rsidRPr="008E7AC8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7662F477" w14:textId="77777777" w:rsidR="00E90ECA" w:rsidRPr="00136337" w:rsidRDefault="00E90ECA" w:rsidP="00E90ECA">
      <w:pPr>
        <w:rPr>
          <w:rFonts w:ascii="Verdana" w:hAnsi="Verdana"/>
          <w:color w:val="000000" w:themeColor="text1"/>
        </w:rPr>
      </w:pPr>
    </w:p>
    <w:p w14:paraId="4D497995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16CA28D1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7ED75D10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271A1A43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2F6E4219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33EA970B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49B1524B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4B6F61A5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31C3E310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42EAB4C7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41261993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6DAFE9BA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10A66FCC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2B5C079E" w14:textId="77777777" w:rsidR="007C5433" w:rsidRDefault="007C5433" w:rsidP="00E90ECA">
      <w:pPr>
        <w:rPr>
          <w:rFonts w:ascii="Verdana" w:hAnsi="Verdana"/>
          <w:color w:val="000000" w:themeColor="text1"/>
        </w:rPr>
      </w:pPr>
    </w:p>
    <w:p w14:paraId="049CF252" w14:textId="77777777" w:rsidR="007C5433" w:rsidRDefault="007C5433" w:rsidP="00E90ECA">
      <w:pPr>
        <w:rPr>
          <w:rFonts w:ascii="Verdana" w:hAnsi="Verdana"/>
          <w:color w:val="000000" w:themeColor="text1"/>
        </w:rPr>
      </w:pPr>
    </w:p>
    <w:p w14:paraId="17B52A4D" w14:textId="77777777" w:rsidR="00856336" w:rsidRDefault="00856336" w:rsidP="00E90ECA">
      <w:pPr>
        <w:rPr>
          <w:rFonts w:ascii="Verdana" w:hAnsi="Verdana"/>
          <w:color w:val="000000" w:themeColor="text1"/>
        </w:rPr>
      </w:pPr>
    </w:p>
    <w:p w14:paraId="32AEE429" w14:textId="77777777" w:rsidR="00E90ECA" w:rsidRDefault="00E90ECA" w:rsidP="00E90ECA">
      <w:pPr>
        <w:rPr>
          <w:rFonts w:ascii="Verdana" w:hAnsi="Verdana"/>
          <w:color w:val="000000" w:themeColor="text1"/>
        </w:rPr>
      </w:pPr>
    </w:p>
    <w:p w14:paraId="4A9BC73D" w14:textId="75B521A5" w:rsidR="00F14232" w:rsidRPr="00F83345" w:rsidRDefault="00F53FBC" w:rsidP="00927E42">
      <w:pPr>
        <w:pStyle w:val="Ttulo1"/>
        <w:numPr>
          <w:ilvl w:val="0"/>
          <w:numId w:val="11"/>
        </w:numPr>
        <w:spacing w:line="240" w:lineRule="auto"/>
        <w:ind w:left="454" w:hanging="45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Toc203573147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Objetivo</w:t>
      </w:r>
      <w:bookmarkEnd w:id="0"/>
    </w:p>
    <w:p w14:paraId="0318E83F" w14:textId="77777777" w:rsidR="00E90ECA" w:rsidRPr="00F83345" w:rsidRDefault="00E90ECA" w:rsidP="00D87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3747BD" w14:textId="5219867D" w:rsidR="00591350" w:rsidRPr="00F83345" w:rsidRDefault="00E90ECA" w:rsidP="008E7AC8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O </w:t>
      </w:r>
      <w:r w:rsidR="00231423" w:rsidRPr="00F83345">
        <w:rPr>
          <w:rFonts w:ascii="Times New Roman" w:hAnsi="Times New Roman" w:cs="Times New Roman"/>
          <w:sz w:val="24"/>
          <w:szCs w:val="24"/>
        </w:rPr>
        <w:t xml:space="preserve">memorial </w:t>
      </w:r>
      <w:r w:rsidR="0011665E" w:rsidRPr="00F83345">
        <w:rPr>
          <w:rFonts w:ascii="Times New Roman" w:hAnsi="Times New Roman" w:cs="Times New Roman"/>
          <w:sz w:val="24"/>
          <w:szCs w:val="24"/>
        </w:rPr>
        <w:t>de carga térmica</w:t>
      </w:r>
      <w:r w:rsidR="00231423" w:rsidRPr="00F83345">
        <w:rPr>
          <w:rFonts w:ascii="Times New Roman" w:hAnsi="Times New Roman" w:cs="Times New Roman"/>
          <w:sz w:val="24"/>
          <w:szCs w:val="24"/>
        </w:rPr>
        <w:t xml:space="preserve"> estabelece os critérios técnicos para</w:t>
      </w:r>
      <w:r w:rsidR="0011665E" w:rsidRPr="00F83345">
        <w:rPr>
          <w:rFonts w:ascii="Times New Roman" w:hAnsi="Times New Roman" w:cs="Times New Roman"/>
          <w:sz w:val="24"/>
          <w:szCs w:val="24"/>
        </w:rPr>
        <w:t xml:space="preserve"> o dimensionamento dos equipamentos que serão utilizados na instalação</w:t>
      </w:r>
      <w:r w:rsidR="00231423" w:rsidRPr="00F83345">
        <w:rPr>
          <w:rFonts w:ascii="Times New Roman" w:hAnsi="Times New Roman" w:cs="Times New Roman"/>
          <w:sz w:val="24"/>
          <w:szCs w:val="24"/>
        </w:rPr>
        <w:t xml:space="preserve"> de ar condicionado</w:t>
      </w:r>
      <w:r w:rsidR="009752F1" w:rsidRPr="00F83345">
        <w:rPr>
          <w:rFonts w:ascii="Times New Roman" w:hAnsi="Times New Roman" w:cs="Times New Roman"/>
          <w:sz w:val="24"/>
          <w:szCs w:val="24"/>
        </w:rPr>
        <w:t xml:space="preserve"> </w:t>
      </w:r>
      <w:r w:rsidR="00856336" w:rsidRPr="00F83345">
        <w:rPr>
          <w:rFonts w:ascii="Times New Roman" w:hAnsi="Times New Roman" w:cs="Times New Roman"/>
          <w:sz w:val="24"/>
          <w:szCs w:val="24"/>
        </w:rPr>
        <w:t>d</w:t>
      </w:r>
      <w:r w:rsidR="008F245A" w:rsidRPr="00F83345">
        <w:rPr>
          <w:rFonts w:ascii="Times New Roman" w:hAnsi="Times New Roman" w:cs="Times New Roman"/>
          <w:sz w:val="24"/>
          <w:szCs w:val="24"/>
        </w:rPr>
        <w:t>o</w:t>
      </w:r>
      <w:r w:rsidR="005E1B82" w:rsidRPr="00F83345">
        <w:rPr>
          <w:rFonts w:ascii="Times New Roman" w:hAnsi="Times New Roman" w:cs="Times New Roman"/>
          <w:sz w:val="24"/>
          <w:szCs w:val="24"/>
        </w:rPr>
        <w:t xml:space="preserve"> </w:t>
      </w:r>
      <w:r w:rsidR="008E7AC8" w:rsidRPr="00F83345">
        <w:rPr>
          <w:rFonts w:ascii="Times New Roman" w:hAnsi="Times New Roman" w:cs="Times New Roman"/>
          <w:b/>
          <w:bCs/>
          <w:sz w:val="24"/>
          <w:szCs w:val="24"/>
        </w:rPr>
        <w:t xml:space="preserve">bloco de apoio </w:t>
      </w:r>
      <w:r w:rsidR="008E7AC8" w:rsidRPr="00F83345">
        <w:rPr>
          <w:rFonts w:ascii="Times New Roman" w:hAnsi="Times New Roman" w:cs="Times New Roman"/>
          <w:sz w:val="24"/>
          <w:szCs w:val="24"/>
        </w:rPr>
        <w:t>do Mercado das Flores, parte integrante da CEASA/PR.</w:t>
      </w:r>
    </w:p>
    <w:p w14:paraId="5DA9EDFA" w14:textId="2DA6F2C1" w:rsidR="008B0156" w:rsidRPr="00F83345" w:rsidRDefault="008B0156" w:rsidP="008B015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B12854" w14:textId="78B89E90" w:rsidR="00BF23BF" w:rsidRPr="00F83345" w:rsidRDefault="00586652" w:rsidP="000128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O projeto </w:t>
      </w:r>
      <w:r w:rsidR="00091CAA" w:rsidRPr="00F83345">
        <w:rPr>
          <w:rFonts w:ascii="Times New Roman" w:hAnsi="Times New Roman" w:cs="Times New Roman"/>
          <w:sz w:val="24"/>
          <w:szCs w:val="24"/>
        </w:rPr>
        <w:t>será elaborado</w:t>
      </w:r>
      <w:r w:rsidRPr="00F83345">
        <w:rPr>
          <w:rFonts w:ascii="Times New Roman" w:hAnsi="Times New Roman" w:cs="Times New Roman"/>
          <w:sz w:val="24"/>
          <w:szCs w:val="24"/>
        </w:rPr>
        <w:t xml:space="preserve"> com base nas seguintes normas técnicas e publicações:</w:t>
      </w:r>
    </w:p>
    <w:p w14:paraId="593D0627" w14:textId="77777777" w:rsidR="000128A3" w:rsidRPr="00F83345" w:rsidRDefault="000128A3" w:rsidP="000128A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19A7C" w14:textId="7A3844F7" w:rsidR="00586652" w:rsidRPr="00F83345" w:rsidRDefault="00586652" w:rsidP="00B0408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ABN</w:t>
      </w:r>
      <w:r w:rsidR="008C3808" w:rsidRPr="00F83345">
        <w:rPr>
          <w:rFonts w:ascii="Times New Roman" w:hAnsi="Times New Roman" w:cs="Times New Roman"/>
          <w:sz w:val="24"/>
          <w:szCs w:val="24"/>
        </w:rPr>
        <w:t>T</w:t>
      </w:r>
      <w:r w:rsidRPr="00F83345">
        <w:rPr>
          <w:rFonts w:ascii="Times New Roman" w:hAnsi="Times New Roman" w:cs="Times New Roman"/>
          <w:sz w:val="24"/>
          <w:szCs w:val="24"/>
        </w:rPr>
        <w:t xml:space="preserve"> NBR-16401-1, 2, 3 – Instalações de Condicionador de Ar;</w:t>
      </w:r>
    </w:p>
    <w:p w14:paraId="73B067CF" w14:textId="069B7F1C" w:rsidR="00586652" w:rsidRPr="00F83345" w:rsidRDefault="00586652" w:rsidP="00B0408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ASHRAE-American Society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Heating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Refrigerating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Conditioning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Engineers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(fonte de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refêrencias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para sistemas de ar condicionado, refrigeração e aquecimento);</w:t>
      </w:r>
    </w:p>
    <w:p w14:paraId="74C00C0F" w14:textId="414BCDFF" w:rsidR="00586652" w:rsidRPr="00F83345" w:rsidRDefault="00586652" w:rsidP="00B0408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SMACNA</w:t>
      </w:r>
      <w:proofErr w:type="gramStart"/>
      <w:r w:rsidRPr="00F83345">
        <w:rPr>
          <w:rFonts w:ascii="Times New Roman" w:hAnsi="Times New Roman" w:cs="Times New Roman"/>
          <w:sz w:val="24"/>
          <w:szCs w:val="24"/>
        </w:rPr>
        <w:t>-(</w:t>
      </w:r>
      <w:proofErr w:type="spellStart"/>
      <w:proofErr w:type="gramEnd"/>
      <w:r w:rsidRPr="00F83345">
        <w:rPr>
          <w:rFonts w:ascii="Times New Roman" w:hAnsi="Times New Roman" w:cs="Times New Roman"/>
          <w:sz w:val="24"/>
          <w:szCs w:val="24"/>
        </w:rPr>
        <w:t>Sheet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Metal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Conditionning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Contractor’s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345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F83345">
        <w:rPr>
          <w:rFonts w:ascii="Times New Roman" w:hAnsi="Times New Roman" w:cs="Times New Roman"/>
          <w:sz w:val="24"/>
          <w:szCs w:val="24"/>
        </w:rPr>
        <w:t>)</w:t>
      </w:r>
    </w:p>
    <w:p w14:paraId="58AA6A14" w14:textId="67F2666D" w:rsidR="006900C7" w:rsidRPr="00F83345" w:rsidRDefault="006900C7" w:rsidP="00B0408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Portaria </w:t>
      </w:r>
      <w:r w:rsidR="00B04087" w:rsidRPr="00F83345">
        <w:rPr>
          <w:rFonts w:ascii="Times New Roman" w:hAnsi="Times New Roman" w:cs="Times New Roman"/>
          <w:sz w:val="24"/>
          <w:szCs w:val="24"/>
        </w:rPr>
        <w:t xml:space="preserve">Nº </w:t>
      </w:r>
      <w:r w:rsidRPr="00F83345">
        <w:rPr>
          <w:rFonts w:ascii="Times New Roman" w:hAnsi="Times New Roman" w:cs="Times New Roman"/>
          <w:sz w:val="24"/>
          <w:szCs w:val="24"/>
        </w:rPr>
        <w:t>3523</w:t>
      </w:r>
      <w:r w:rsidR="00B04087" w:rsidRPr="00F83345">
        <w:rPr>
          <w:rFonts w:ascii="Times New Roman" w:hAnsi="Times New Roman" w:cs="Times New Roman"/>
          <w:sz w:val="24"/>
          <w:szCs w:val="24"/>
        </w:rPr>
        <w:t xml:space="preserve">, de 28 de </w:t>
      </w:r>
      <w:proofErr w:type="gramStart"/>
      <w:r w:rsidR="00B04087" w:rsidRPr="00F83345">
        <w:rPr>
          <w:rFonts w:ascii="Times New Roman" w:hAnsi="Times New Roman" w:cs="Times New Roman"/>
          <w:sz w:val="24"/>
          <w:szCs w:val="24"/>
        </w:rPr>
        <w:t>Agosto</w:t>
      </w:r>
      <w:proofErr w:type="gramEnd"/>
      <w:r w:rsidR="00B04087" w:rsidRPr="00F83345">
        <w:rPr>
          <w:rFonts w:ascii="Times New Roman" w:hAnsi="Times New Roman" w:cs="Times New Roman"/>
          <w:sz w:val="24"/>
          <w:szCs w:val="24"/>
        </w:rPr>
        <w:t xml:space="preserve"> de 1998,</w:t>
      </w:r>
      <w:r w:rsidRPr="00F83345">
        <w:rPr>
          <w:rFonts w:ascii="Times New Roman" w:hAnsi="Times New Roman" w:cs="Times New Roman"/>
          <w:sz w:val="24"/>
          <w:szCs w:val="24"/>
        </w:rPr>
        <w:t xml:space="preserve"> ANVISA</w:t>
      </w:r>
      <w:r w:rsidR="00B04087" w:rsidRPr="00F83345">
        <w:rPr>
          <w:rFonts w:ascii="Times New Roman" w:hAnsi="Times New Roman" w:cs="Times New Roman"/>
          <w:sz w:val="24"/>
          <w:szCs w:val="24"/>
        </w:rPr>
        <w:t>;</w:t>
      </w:r>
    </w:p>
    <w:p w14:paraId="69275EA7" w14:textId="17847D98" w:rsidR="0030116E" w:rsidRPr="00F83345" w:rsidRDefault="002262B6" w:rsidP="000128A3">
      <w:pPr>
        <w:pStyle w:val="Ttulo1"/>
        <w:numPr>
          <w:ilvl w:val="0"/>
          <w:numId w:val="11"/>
        </w:numPr>
        <w:spacing w:line="276" w:lineRule="auto"/>
        <w:ind w:left="454" w:hanging="45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Toc203573148"/>
      <w:r w:rsidRPr="00F833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Base de Cálculos</w:t>
      </w:r>
      <w:bookmarkEnd w:id="1"/>
      <w:r w:rsidR="00782F59" w:rsidRPr="00F833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14:paraId="3B73147C" w14:textId="68CF03AE" w:rsidR="003C276B" w:rsidRPr="00F83345" w:rsidRDefault="002262B6" w:rsidP="00F91F61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O </w:t>
      </w:r>
      <w:r w:rsidR="00091CAA" w:rsidRPr="00F83345">
        <w:rPr>
          <w:rFonts w:ascii="Times New Roman" w:hAnsi="Times New Roman" w:cs="Times New Roman"/>
          <w:sz w:val="24"/>
          <w:szCs w:val="24"/>
        </w:rPr>
        <w:t>projeto será</w:t>
      </w:r>
      <w:r w:rsidRPr="00F83345">
        <w:rPr>
          <w:rFonts w:ascii="Times New Roman" w:hAnsi="Times New Roman" w:cs="Times New Roman"/>
          <w:sz w:val="24"/>
          <w:szCs w:val="24"/>
        </w:rPr>
        <w:t xml:space="preserve"> elaborado com base nos seguintes parâmetros:</w:t>
      </w:r>
    </w:p>
    <w:p w14:paraId="512DE77F" w14:textId="77777777" w:rsidR="002262B6" w:rsidRPr="00F83345" w:rsidRDefault="002262B6" w:rsidP="002262B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7E668" w14:textId="3D46C02D" w:rsidR="002262B6" w:rsidRPr="00F83345" w:rsidRDefault="000B13A1" w:rsidP="00A364F3">
      <w:pPr>
        <w:tabs>
          <w:tab w:val="left" w:pos="3210"/>
        </w:tabs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64F3" w:rsidRPr="00F83345">
        <w:rPr>
          <w:rFonts w:ascii="Times New Roman" w:hAnsi="Times New Roman" w:cs="Times New Roman"/>
          <w:b/>
          <w:sz w:val="24"/>
          <w:szCs w:val="24"/>
        </w:rPr>
        <w:t>.1</w:t>
      </w:r>
      <w:r w:rsidR="002262B6" w:rsidRPr="00F83345">
        <w:rPr>
          <w:rFonts w:ascii="Times New Roman" w:hAnsi="Times New Roman" w:cs="Times New Roman"/>
          <w:b/>
          <w:sz w:val="24"/>
          <w:szCs w:val="24"/>
        </w:rPr>
        <w:t xml:space="preserve"> Condições Externas</w:t>
      </w:r>
    </w:p>
    <w:p w14:paraId="04749A37" w14:textId="77777777" w:rsidR="000D21E8" w:rsidRPr="00F83345" w:rsidRDefault="000D21E8" w:rsidP="000D21E8">
      <w:pPr>
        <w:pStyle w:val="PargrafodaLista"/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9E0889" w14:textId="16C3F1AF" w:rsidR="00BD5E14" w:rsidRPr="00F83345" w:rsidRDefault="003C0DE6" w:rsidP="00BD5E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14:ligatures w14:val="standard"/>
        </w:rPr>
      </w:pPr>
      <w:r w:rsidRPr="00F83345">
        <w:rPr>
          <w:rFonts w:ascii="Times New Roman" w:hAnsi="Times New Roman" w:cs="Times New Roman"/>
          <w:color w:val="000000"/>
          <w:sz w:val="24"/>
          <w:szCs w:val="24"/>
          <w14:ligatures w14:val="standard"/>
        </w:rPr>
        <w:t>Conforme</w:t>
      </w:r>
      <w:r w:rsidR="00BD5E14" w:rsidRPr="00F83345">
        <w:rPr>
          <w:rFonts w:ascii="Times New Roman" w:hAnsi="Times New Roman" w:cs="Times New Roman"/>
          <w:color w:val="000000"/>
          <w:sz w:val="24"/>
          <w:szCs w:val="24"/>
          <w14:ligatures w14:val="standard"/>
        </w:rPr>
        <w:t xml:space="preserve"> norma NBR-16401-1 Projetos das instalações, Tabela de dados A.</w:t>
      </w:r>
      <w:r w:rsidR="00674645" w:rsidRPr="00F83345">
        <w:rPr>
          <w:rFonts w:ascii="Times New Roman" w:hAnsi="Times New Roman" w:cs="Times New Roman"/>
          <w:color w:val="000000"/>
          <w:sz w:val="24"/>
          <w:szCs w:val="24"/>
          <w14:ligatures w14:val="standard"/>
        </w:rPr>
        <w:t>4</w:t>
      </w:r>
      <w:r w:rsidR="00BD5E14" w:rsidRPr="00F83345">
        <w:rPr>
          <w:rFonts w:ascii="Times New Roman" w:hAnsi="Times New Roman" w:cs="Times New Roman"/>
          <w:color w:val="000000"/>
          <w:sz w:val="24"/>
          <w:szCs w:val="24"/>
          <w14:ligatures w14:val="standard"/>
        </w:rPr>
        <w:t xml:space="preserve">, para a seleção das condições exteriores de projeto. </w:t>
      </w:r>
    </w:p>
    <w:p w14:paraId="55B30F08" w14:textId="77777777" w:rsidR="00BD5E14" w:rsidRPr="00F83345" w:rsidRDefault="00BD5E14" w:rsidP="00BD5E14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3DB0B5" w14:textId="5E2BCE13" w:rsidR="00514CB8" w:rsidRPr="00F83345" w:rsidRDefault="00971126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Latitude:</w:t>
      </w:r>
      <w:r w:rsidR="001B2B41" w:rsidRPr="00F83345">
        <w:rPr>
          <w:rFonts w:ascii="Times New Roman" w:hAnsi="Times New Roman" w:cs="Times New Roman"/>
          <w:sz w:val="24"/>
          <w:szCs w:val="24"/>
        </w:rPr>
        <w:t>24º25’</w:t>
      </w:r>
      <w:proofErr w:type="gramStart"/>
      <w:r w:rsidR="001B2B41" w:rsidRPr="00F83345">
        <w:rPr>
          <w:rFonts w:ascii="Times New Roman" w:hAnsi="Times New Roman" w:cs="Times New Roman"/>
          <w:sz w:val="24"/>
          <w:szCs w:val="24"/>
        </w:rPr>
        <w:t>24”</w:t>
      </w:r>
      <w:r w:rsidRPr="00F83345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D595CC" w14:textId="57B57BA1" w:rsidR="00971126" w:rsidRPr="00F83345" w:rsidRDefault="00971126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Longitude:</w:t>
      </w:r>
      <w:r w:rsidR="001B2B41" w:rsidRPr="00F83345">
        <w:rPr>
          <w:rFonts w:ascii="Times New Roman" w:hAnsi="Times New Roman" w:cs="Times New Roman"/>
          <w:sz w:val="24"/>
          <w:szCs w:val="24"/>
        </w:rPr>
        <w:t>51º22’</w:t>
      </w:r>
      <w:proofErr w:type="gramStart"/>
      <w:r w:rsidR="001B2B41" w:rsidRPr="00F83345">
        <w:rPr>
          <w:rFonts w:ascii="Times New Roman" w:hAnsi="Times New Roman" w:cs="Times New Roman"/>
          <w:sz w:val="24"/>
          <w:szCs w:val="24"/>
        </w:rPr>
        <w:t>35”W</w:t>
      </w:r>
      <w:proofErr w:type="gramEnd"/>
    </w:p>
    <w:p w14:paraId="1CE05CD9" w14:textId="36DA4CD1" w:rsidR="00971126" w:rsidRPr="00F83345" w:rsidRDefault="00971126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Altitude: 6</w:t>
      </w:r>
      <w:r w:rsidR="001B2B41" w:rsidRPr="00F83345">
        <w:rPr>
          <w:rFonts w:ascii="Times New Roman" w:hAnsi="Times New Roman" w:cs="Times New Roman"/>
          <w:sz w:val="24"/>
          <w:szCs w:val="24"/>
        </w:rPr>
        <w:t>78</w:t>
      </w:r>
      <w:r w:rsidRPr="00F83345">
        <w:rPr>
          <w:rFonts w:ascii="Times New Roman" w:hAnsi="Times New Roman" w:cs="Times New Roman"/>
          <w:sz w:val="24"/>
          <w:szCs w:val="24"/>
        </w:rPr>
        <w:t>m</w:t>
      </w:r>
    </w:p>
    <w:p w14:paraId="6656AAFA" w14:textId="64F4AC67" w:rsidR="00971126" w:rsidRPr="00F83345" w:rsidRDefault="00971126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Temperatura de bulbo seco: 3</w:t>
      </w:r>
      <w:r w:rsidR="00674645" w:rsidRPr="00F83345">
        <w:rPr>
          <w:rFonts w:ascii="Times New Roman" w:hAnsi="Times New Roman" w:cs="Times New Roman"/>
          <w:sz w:val="24"/>
          <w:szCs w:val="24"/>
        </w:rPr>
        <w:t>0,9</w:t>
      </w:r>
      <w:r w:rsidRPr="00F83345">
        <w:rPr>
          <w:rFonts w:ascii="Times New Roman" w:hAnsi="Times New Roman" w:cs="Times New Roman"/>
          <w:sz w:val="24"/>
          <w:szCs w:val="24"/>
        </w:rPr>
        <w:t xml:space="preserve"> ºC</w:t>
      </w:r>
    </w:p>
    <w:p w14:paraId="299F782A" w14:textId="30001230" w:rsidR="009D5F62" w:rsidRPr="00F83345" w:rsidRDefault="00971126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Temperatura de bulbo úmido: </w:t>
      </w:r>
      <w:r w:rsidR="00674645" w:rsidRPr="00F83345">
        <w:rPr>
          <w:rFonts w:ascii="Times New Roman" w:hAnsi="Times New Roman" w:cs="Times New Roman"/>
          <w:sz w:val="24"/>
          <w:szCs w:val="24"/>
        </w:rPr>
        <w:t>20,1</w:t>
      </w:r>
      <w:r w:rsidRPr="00F83345">
        <w:rPr>
          <w:rFonts w:ascii="Times New Roman" w:hAnsi="Times New Roman" w:cs="Times New Roman"/>
          <w:sz w:val="24"/>
          <w:szCs w:val="24"/>
        </w:rPr>
        <w:t xml:space="preserve"> ºC</w:t>
      </w:r>
    </w:p>
    <w:p w14:paraId="05008EA3" w14:textId="77777777" w:rsidR="00514CB8" w:rsidRPr="00F83345" w:rsidRDefault="00514CB8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62DFD" w14:textId="77777777" w:rsidR="00971126" w:rsidRPr="00F83345" w:rsidRDefault="00971126" w:rsidP="0097112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CF093" w14:textId="73200ED2" w:rsidR="000D21E8" w:rsidRPr="00F83345" w:rsidRDefault="000B13A1" w:rsidP="007703C6">
      <w:pPr>
        <w:tabs>
          <w:tab w:val="left" w:pos="3210"/>
        </w:tabs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64F3" w:rsidRPr="00F83345">
        <w:rPr>
          <w:rFonts w:ascii="Times New Roman" w:hAnsi="Times New Roman" w:cs="Times New Roman"/>
          <w:b/>
          <w:sz w:val="24"/>
          <w:szCs w:val="24"/>
        </w:rPr>
        <w:t>.2</w:t>
      </w:r>
      <w:r w:rsidR="002262B6" w:rsidRPr="00F83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21E8" w:rsidRPr="00F83345">
        <w:rPr>
          <w:rFonts w:ascii="Times New Roman" w:hAnsi="Times New Roman" w:cs="Times New Roman"/>
          <w:b/>
          <w:sz w:val="24"/>
          <w:szCs w:val="24"/>
        </w:rPr>
        <w:t>Condições Internas</w:t>
      </w:r>
    </w:p>
    <w:p w14:paraId="02C643E1" w14:textId="77777777" w:rsidR="00971126" w:rsidRPr="00F83345" w:rsidRDefault="00971126" w:rsidP="007703C6">
      <w:pPr>
        <w:tabs>
          <w:tab w:val="left" w:pos="3210"/>
        </w:tabs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CD1B47" w14:textId="45E78556" w:rsidR="00091CAA" w:rsidRPr="00F83345" w:rsidRDefault="000D21E8" w:rsidP="000D21E8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Temperatura de bulbo </w:t>
      </w:r>
      <w:r w:rsidR="00181B0C" w:rsidRPr="00F83345">
        <w:rPr>
          <w:rFonts w:ascii="Times New Roman" w:hAnsi="Times New Roman" w:cs="Times New Roman"/>
          <w:sz w:val="24"/>
          <w:szCs w:val="24"/>
        </w:rPr>
        <w:t>seco</w:t>
      </w:r>
      <w:r w:rsidRPr="00F83345">
        <w:rPr>
          <w:rFonts w:ascii="Times New Roman" w:hAnsi="Times New Roman" w:cs="Times New Roman"/>
          <w:sz w:val="24"/>
          <w:szCs w:val="24"/>
        </w:rPr>
        <w:t>:</w:t>
      </w:r>
      <w:r w:rsidR="001D1314" w:rsidRPr="00F83345">
        <w:rPr>
          <w:rFonts w:ascii="Times New Roman" w:hAnsi="Times New Roman" w:cs="Times New Roman"/>
          <w:sz w:val="24"/>
          <w:szCs w:val="24"/>
        </w:rPr>
        <w:t xml:space="preserve"> 23</w:t>
      </w:r>
      <w:r w:rsidR="00B32033" w:rsidRPr="00F83345">
        <w:rPr>
          <w:rFonts w:ascii="Times New Roman" w:hAnsi="Times New Roman" w:cs="Times New Roman"/>
          <w:sz w:val="24"/>
          <w:szCs w:val="24"/>
        </w:rPr>
        <w:t>ºC ± 2ºC</w:t>
      </w:r>
      <w:r w:rsidR="007703C6" w:rsidRPr="00F83345">
        <w:rPr>
          <w:rFonts w:ascii="Times New Roman" w:hAnsi="Times New Roman" w:cs="Times New Roman"/>
          <w:sz w:val="24"/>
          <w:szCs w:val="24"/>
        </w:rPr>
        <w:t xml:space="preserve"> / </w:t>
      </w:r>
      <w:r w:rsidRPr="00F83345">
        <w:rPr>
          <w:rFonts w:ascii="Times New Roman" w:hAnsi="Times New Roman" w:cs="Times New Roman"/>
          <w:sz w:val="24"/>
          <w:szCs w:val="24"/>
        </w:rPr>
        <w:t>Umidade relativa do ar:</w:t>
      </w:r>
      <w:r w:rsidR="000639D6" w:rsidRPr="00F83345">
        <w:rPr>
          <w:rFonts w:ascii="Times New Roman" w:hAnsi="Times New Roman" w:cs="Times New Roman"/>
          <w:sz w:val="24"/>
          <w:szCs w:val="24"/>
        </w:rPr>
        <w:t xml:space="preserve"> 6</w:t>
      </w:r>
      <w:r w:rsidR="00B32033" w:rsidRPr="00F83345">
        <w:rPr>
          <w:rFonts w:ascii="Times New Roman" w:hAnsi="Times New Roman" w:cs="Times New Roman"/>
          <w:sz w:val="24"/>
          <w:szCs w:val="24"/>
        </w:rPr>
        <w:t>0% (sem controle)</w:t>
      </w:r>
    </w:p>
    <w:p w14:paraId="15C24CBB" w14:textId="77777777" w:rsidR="001B2B41" w:rsidRPr="00F83345" w:rsidRDefault="001B2B41" w:rsidP="000D21E8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CCD23" w14:textId="77777777" w:rsidR="001B2B41" w:rsidRPr="00F83345" w:rsidRDefault="001B2B41" w:rsidP="000D21E8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2014A" w14:textId="77777777" w:rsidR="001B2B41" w:rsidRDefault="001B2B41" w:rsidP="000D21E8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0C2C8" w14:textId="77777777" w:rsidR="00F83345" w:rsidRDefault="00F83345" w:rsidP="000D21E8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83BC2" w14:textId="77777777" w:rsidR="00F83345" w:rsidRPr="00F83345" w:rsidRDefault="00F83345" w:rsidP="000D21E8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0F095" w14:textId="135937CE" w:rsidR="00154818" w:rsidRPr="00F83345" w:rsidRDefault="000B13A1" w:rsidP="00B44317">
      <w:pPr>
        <w:tabs>
          <w:tab w:val="left" w:pos="3210"/>
        </w:tabs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64F3" w:rsidRPr="00F83345">
        <w:rPr>
          <w:rFonts w:ascii="Times New Roman" w:hAnsi="Times New Roman" w:cs="Times New Roman"/>
          <w:b/>
          <w:sz w:val="24"/>
          <w:szCs w:val="24"/>
        </w:rPr>
        <w:t>.3</w:t>
      </w:r>
      <w:r w:rsidR="002262B6" w:rsidRPr="00F83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21E8" w:rsidRPr="00F83345">
        <w:rPr>
          <w:rFonts w:ascii="Times New Roman" w:hAnsi="Times New Roman" w:cs="Times New Roman"/>
          <w:b/>
          <w:sz w:val="24"/>
          <w:szCs w:val="24"/>
        </w:rPr>
        <w:t>Fontes Internas de Calor</w:t>
      </w:r>
    </w:p>
    <w:p w14:paraId="0DE1FCA5" w14:textId="2BBFA21A" w:rsidR="00B44317" w:rsidRPr="00F83345" w:rsidRDefault="00B44317" w:rsidP="00B44317">
      <w:pPr>
        <w:tabs>
          <w:tab w:val="left" w:pos="3210"/>
        </w:tabs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793E9F" w14:textId="1CFD9EC0" w:rsidR="000D21E8" w:rsidRPr="00F83345" w:rsidRDefault="000D21E8" w:rsidP="00B44317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Para a transmissão de calor pelo teto </w:t>
      </w:r>
      <w:r w:rsidR="00195D73" w:rsidRPr="00F83345">
        <w:rPr>
          <w:rFonts w:ascii="Times New Roman" w:hAnsi="Times New Roman" w:cs="Times New Roman"/>
          <w:sz w:val="24"/>
          <w:szCs w:val="24"/>
        </w:rPr>
        <w:t>d</w:t>
      </w:r>
      <w:r w:rsidR="00281977" w:rsidRPr="00F83345">
        <w:rPr>
          <w:rFonts w:ascii="Times New Roman" w:hAnsi="Times New Roman" w:cs="Times New Roman"/>
          <w:sz w:val="24"/>
          <w:szCs w:val="24"/>
        </w:rPr>
        <w:t>o</w:t>
      </w:r>
      <w:r w:rsidR="006E0D5B" w:rsidRPr="00F83345">
        <w:rPr>
          <w:rFonts w:ascii="Times New Roman" w:hAnsi="Times New Roman" w:cs="Times New Roman"/>
          <w:sz w:val="24"/>
          <w:szCs w:val="24"/>
        </w:rPr>
        <w:t>s ambientes</w:t>
      </w:r>
      <w:r w:rsidRPr="00F83345">
        <w:rPr>
          <w:rFonts w:ascii="Times New Roman" w:hAnsi="Times New Roman" w:cs="Times New Roman"/>
          <w:sz w:val="24"/>
          <w:szCs w:val="24"/>
        </w:rPr>
        <w:t xml:space="preserve"> foi considerado sob telhado</w:t>
      </w:r>
      <w:r w:rsidR="00677613" w:rsidRPr="00F83345">
        <w:rPr>
          <w:rFonts w:ascii="Times New Roman" w:hAnsi="Times New Roman" w:cs="Times New Roman"/>
          <w:sz w:val="24"/>
          <w:szCs w:val="24"/>
        </w:rPr>
        <w:t xml:space="preserve"> </w:t>
      </w:r>
      <w:r w:rsidR="00736D6B" w:rsidRPr="00F83345">
        <w:rPr>
          <w:rFonts w:ascii="Times New Roman" w:hAnsi="Times New Roman" w:cs="Times New Roman"/>
          <w:sz w:val="24"/>
          <w:szCs w:val="24"/>
        </w:rPr>
        <w:t>com</w:t>
      </w:r>
      <w:r w:rsidRPr="00F83345">
        <w:rPr>
          <w:rFonts w:ascii="Times New Roman" w:hAnsi="Times New Roman" w:cs="Times New Roman"/>
          <w:sz w:val="24"/>
          <w:szCs w:val="24"/>
        </w:rPr>
        <w:t xml:space="preserve"> iso</w:t>
      </w:r>
      <w:r w:rsidR="006A470B" w:rsidRPr="00F83345">
        <w:rPr>
          <w:rFonts w:ascii="Times New Roman" w:hAnsi="Times New Roman" w:cs="Times New Roman"/>
          <w:sz w:val="24"/>
          <w:szCs w:val="24"/>
        </w:rPr>
        <w:t>lamento térmico</w:t>
      </w:r>
      <w:r w:rsidR="00B44317" w:rsidRPr="00F83345">
        <w:rPr>
          <w:rFonts w:ascii="Times New Roman" w:hAnsi="Times New Roman" w:cs="Times New Roman"/>
          <w:sz w:val="24"/>
          <w:szCs w:val="24"/>
        </w:rPr>
        <w:t>.</w:t>
      </w:r>
    </w:p>
    <w:p w14:paraId="166C6DB9" w14:textId="77777777" w:rsidR="007966A6" w:rsidRPr="00F83345" w:rsidRDefault="007966A6" w:rsidP="00B44317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25F28" w14:textId="10A31DCC" w:rsidR="00677613" w:rsidRPr="00F83345" w:rsidRDefault="001B2B41" w:rsidP="00B44317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noProof/>
          <w:sz w:val="24"/>
          <w:szCs w:val="24"/>
          <w14:ligatures w14:val="standard"/>
        </w:rPr>
        <w:drawing>
          <wp:inline distT="0" distB="0" distL="0" distR="0" wp14:anchorId="5CBAE390" wp14:editId="2B22C419">
            <wp:extent cx="6115050" cy="1570775"/>
            <wp:effectExtent l="0" t="0" r="0" b="0"/>
            <wp:docPr id="205164584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64584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9773" cy="157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C34AC" w14:textId="77777777" w:rsidR="007703C6" w:rsidRPr="00F83345" w:rsidRDefault="007703C6" w:rsidP="00B44317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7926BA" w14:textId="0C05A3DB" w:rsidR="000C4F56" w:rsidRPr="00F83345" w:rsidRDefault="002C4954" w:rsidP="007703C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Para a transmissão de calor pelo chão </w:t>
      </w:r>
      <w:r w:rsidR="00677613" w:rsidRPr="00F83345">
        <w:rPr>
          <w:rFonts w:ascii="Times New Roman" w:hAnsi="Times New Roman" w:cs="Times New Roman"/>
          <w:sz w:val="24"/>
          <w:szCs w:val="24"/>
        </w:rPr>
        <w:t>fo</w:t>
      </w:r>
      <w:r w:rsidR="000C4F56" w:rsidRPr="00F83345">
        <w:rPr>
          <w:rFonts w:ascii="Times New Roman" w:hAnsi="Times New Roman" w:cs="Times New Roman"/>
          <w:sz w:val="24"/>
          <w:szCs w:val="24"/>
        </w:rPr>
        <w:t>i considerado piso locado sobre o solo</w:t>
      </w:r>
      <w:r w:rsidR="001B2B41" w:rsidRPr="00F83345">
        <w:rPr>
          <w:rFonts w:ascii="Times New Roman" w:hAnsi="Times New Roman" w:cs="Times New Roman"/>
          <w:sz w:val="24"/>
          <w:szCs w:val="24"/>
        </w:rPr>
        <w:t>.</w:t>
      </w:r>
    </w:p>
    <w:p w14:paraId="45A06A5E" w14:textId="77777777" w:rsidR="007966A6" w:rsidRPr="00F83345" w:rsidRDefault="007966A6" w:rsidP="007703C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864A5" w14:textId="37316E82" w:rsidR="00B44317" w:rsidRPr="00F83345" w:rsidRDefault="001B2B41" w:rsidP="00B44317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6946B7" wp14:editId="27CAE45A">
            <wp:extent cx="6057900" cy="1581150"/>
            <wp:effectExtent l="0" t="0" r="0" b="0"/>
            <wp:docPr id="12936625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66253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026D" w14:textId="77777777" w:rsidR="00B44317" w:rsidRPr="00F83345" w:rsidRDefault="00B44317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EBA7A19" w14:textId="6C6FDDDA" w:rsidR="00740BB4" w:rsidRPr="00F83345" w:rsidRDefault="007703C6" w:rsidP="007703C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Para a transmissão de calor pelas paredes externas foi considerado concreto rebocado e pintado.</w:t>
      </w:r>
    </w:p>
    <w:p w14:paraId="5DF9BA03" w14:textId="77777777" w:rsidR="00971126" w:rsidRPr="00F83345" w:rsidRDefault="00971126" w:rsidP="007703C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4C62B" w14:textId="3CC3E14B" w:rsidR="007703C6" w:rsidRPr="00F83345" w:rsidRDefault="001B2B41" w:rsidP="007703C6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A6C433" wp14:editId="35C1BD15">
            <wp:extent cx="6143625" cy="1590675"/>
            <wp:effectExtent l="0" t="0" r="9525" b="9525"/>
            <wp:docPr id="146614240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14240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E13E4" w14:textId="77777777" w:rsidR="007703C6" w:rsidRPr="00F83345" w:rsidRDefault="007703C6" w:rsidP="007703C6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7E510C" w14:textId="77777777" w:rsidR="00AB7995" w:rsidRPr="00F83345" w:rsidRDefault="00AB7995" w:rsidP="007703C6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23C985" w14:textId="77777777" w:rsidR="00AB7995" w:rsidRPr="00F83345" w:rsidRDefault="00AB7995" w:rsidP="007703C6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8007DB" w14:textId="77777777" w:rsidR="00AB7995" w:rsidRPr="00F83345" w:rsidRDefault="00AB7995" w:rsidP="007703C6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B533CD" w14:textId="05FD95FE" w:rsidR="00740BB4" w:rsidRPr="00F83345" w:rsidRDefault="007703C6" w:rsidP="007703C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Para a transmissão de calor pelas janelas foi considerado </w:t>
      </w:r>
      <w:r w:rsidR="00C36571" w:rsidRPr="00F83345">
        <w:rPr>
          <w:rFonts w:ascii="Times New Roman" w:hAnsi="Times New Roman" w:cs="Times New Roman"/>
          <w:sz w:val="24"/>
          <w:szCs w:val="24"/>
        </w:rPr>
        <w:t xml:space="preserve">o </w:t>
      </w:r>
      <w:r w:rsidRPr="00F83345">
        <w:rPr>
          <w:rFonts w:ascii="Times New Roman" w:hAnsi="Times New Roman" w:cs="Times New Roman"/>
          <w:sz w:val="24"/>
          <w:szCs w:val="24"/>
        </w:rPr>
        <w:t>vidro.</w:t>
      </w:r>
    </w:p>
    <w:p w14:paraId="34E2CBCF" w14:textId="77777777" w:rsidR="007966A6" w:rsidRPr="00F83345" w:rsidRDefault="007966A6" w:rsidP="007703C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83B87" w14:textId="61804215" w:rsidR="007703C6" w:rsidRPr="00F83345" w:rsidRDefault="00AB7995" w:rsidP="007703C6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noProof/>
          <w:sz w:val="24"/>
          <w:szCs w:val="24"/>
          <w14:ligatures w14:val="standard"/>
        </w:rPr>
      </w:pPr>
      <w:r w:rsidRPr="00F833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73FAE5" wp14:editId="4214D9B0">
            <wp:extent cx="6105525" cy="1535772"/>
            <wp:effectExtent l="0" t="0" r="0" b="7620"/>
            <wp:docPr id="71966747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66747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9740" cy="153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2D9D5" w14:textId="77777777" w:rsidR="00740BB4" w:rsidRPr="00F83345" w:rsidRDefault="00740BB4" w:rsidP="00024EF9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F2D1D85" w14:textId="5455BB6A" w:rsidR="0005459A" w:rsidRPr="00F83345" w:rsidRDefault="0005459A" w:rsidP="000128A3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Para o cálculo de carga térmica gerado pelas pessoas no ambiente, </w:t>
      </w:r>
      <w:r w:rsidR="006E0D5B" w:rsidRPr="00F83345">
        <w:rPr>
          <w:rFonts w:ascii="Times New Roman" w:hAnsi="Times New Roman" w:cs="Times New Roman"/>
          <w:sz w:val="24"/>
          <w:szCs w:val="24"/>
        </w:rPr>
        <w:t>conforme</w:t>
      </w:r>
      <w:r w:rsidRPr="00F83345">
        <w:rPr>
          <w:rFonts w:ascii="Times New Roman" w:hAnsi="Times New Roman" w:cs="Times New Roman"/>
          <w:sz w:val="24"/>
          <w:szCs w:val="24"/>
        </w:rPr>
        <w:t xml:space="preserve"> a n</w:t>
      </w:r>
      <w:r w:rsidR="000128A3" w:rsidRPr="00F83345">
        <w:rPr>
          <w:rFonts w:ascii="Times New Roman" w:hAnsi="Times New Roman" w:cs="Times New Roman"/>
          <w:sz w:val="24"/>
          <w:szCs w:val="24"/>
        </w:rPr>
        <w:t>orma NBR 16.401-1 Tabela C1:</w:t>
      </w:r>
    </w:p>
    <w:p w14:paraId="3AADEEAA" w14:textId="77777777" w:rsidR="0005459A" w:rsidRPr="00F83345" w:rsidRDefault="0005459A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AC8CAAB" w14:textId="7C1EFD71" w:rsidR="00DB4910" w:rsidRPr="00F83345" w:rsidRDefault="0005459A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Nível de atividade –</w:t>
      </w:r>
      <w:r w:rsidR="00AC7D4D" w:rsidRPr="00F83345">
        <w:rPr>
          <w:rFonts w:ascii="Times New Roman" w:hAnsi="Times New Roman" w:cs="Times New Roman"/>
          <w:sz w:val="24"/>
          <w:szCs w:val="24"/>
        </w:rPr>
        <w:t xml:space="preserve"> </w:t>
      </w:r>
      <w:r w:rsidR="00971126" w:rsidRPr="00F83345">
        <w:rPr>
          <w:rFonts w:ascii="Times New Roman" w:hAnsi="Times New Roman" w:cs="Times New Roman"/>
          <w:sz w:val="24"/>
          <w:szCs w:val="24"/>
        </w:rPr>
        <w:t>Atividade moderada</w:t>
      </w:r>
      <w:r w:rsidR="00DB4910" w:rsidRPr="00F83345">
        <w:rPr>
          <w:rFonts w:ascii="Times New Roman" w:hAnsi="Times New Roman" w:cs="Times New Roman"/>
          <w:sz w:val="24"/>
          <w:szCs w:val="24"/>
        </w:rPr>
        <w:t>;</w:t>
      </w:r>
    </w:p>
    <w:p w14:paraId="5628FF86" w14:textId="2BF5936C" w:rsidR="00740BB4" w:rsidRPr="00F83345" w:rsidRDefault="00AC7D4D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Calor sensível: </w:t>
      </w:r>
      <w:r w:rsidR="00971126" w:rsidRPr="00F83345">
        <w:rPr>
          <w:rFonts w:ascii="Times New Roman" w:hAnsi="Times New Roman" w:cs="Times New Roman"/>
          <w:sz w:val="24"/>
          <w:szCs w:val="24"/>
        </w:rPr>
        <w:t>80</w:t>
      </w:r>
      <w:r w:rsidR="00DB4910" w:rsidRPr="00F83345">
        <w:rPr>
          <w:rFonts w:ascii="Times New Roman" w:hAnsi="Times New Roman" w:cs="Times New Roman"/>
          <w:sz w:val="24"/>
          <w:szCs w:val="24"/>
        </w:rPr>
        <w:t>W/Pessoa</w:t>
      </w:r>
      <w:r w:rsidR="00740BB4" w:rsidRPr="00F833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B611EB" w14:textId="3AE1FB91" w:rsidR="0029139C" w:rsidRPr="00F83345" w:rsidRDefault="00AC7D4D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Calor latente: </w:t>
      </w:r>
      <w:r w:rsidR="00971126" w:rsidRPr="00F83345">
        <w:rPr>
          <w:rFonts w:ascii="Times New Roman" w:hAnsi="Times New Roman" w:cs="Times New Roman"/>
          <w:sz w:val="24"/>
          <w:szCs w:val="24"/>
        </w:rPr>
        <w:t>80</w:t>
      </w:r>
      <w:r w:rsidR="00DB4910" w:rsidRPr="00F83345">
        <w:rPr>
          <w:rFonts w:ascii="Times New Roman" w:hAnsi="Times New Roman" w:cs="Times New Roman"/>
          <w:sz w:val="24"/>
          <w:szCs w:val="24"/>
        </w:rPr>
        <w:t>W/Pessoa</w:t>
      </w:r>
    </w:p>
    <w:p w14:paraId="6774869C" w14:textId="77777777" w:rsidR="00514CB8" w:rsidRPr="00F83345" w:rsidRDefault="00514CB8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3537AC" w14:textId="7758F229" w:rsidR="00D83ED6" w:rsidRPr="00F83345" w:rsidRDefault="001E70C0" w:rsidP="00C36571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  <w14:ligatures w14:val="standard"/>
        </w:rPr>
        <w:drawing>
          <wp:inline distT="0" distB="0" distL="0" distR="0" wp14:anchorId="2A4F04FC" wp14:editId="29A0CF7B">
            <wp:extent cx="6192520" cy="1307804"/>
            <wp:effectExtent l="0" t="0" r="0" b="6985"/>
            <wp:docPr id="200667052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67052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3379" cy="1312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8CE48" w14:textId="6C275F33" w:rsidR="000C4D05" w:rsidRPr="00F83345" w:rsidRDefault="000C4D05" w:rsidP="00E0667D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F82296A" w14:textId="04F28C16" w:rsidR="00740BB4" w:rsidRPr="00F83345" w:rsidRDefault="00366B2A" w:rsidP="00366B2A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A taxa típica de dissipação de calor pela iluminação se baseia na “tabela C.2” da normativa</w:t>
      </w:r>
      <w:r w:rsidR="000439BE" w:rsidRPr="00F83345">
        <w:rPr>
          <w:rFonts w:ascii="Times New Roman" w:hAnsi="Times New Roman" w:cs="Times New Roman"/>
          <w:sz w:val="24"/>
          <w:szCs w:val="24"/>
        </w:rPr>
        <w:t xml:space="preserve"> ABNT NBR 16401-1, dissipação 16</w:t>
      </w:r>
      <w:r w:rsidRPr="00F83345">
        <w:rPr>
          <w:rFonts w:ascii="Times New Roman" w:hAnsi="Times New Roman" w:cs="Times New Roman"/>
          <w:sz w:val="24"/>
          <w:szCs w:val="24"/>
        </w:rPr>
        <w:t>W/m².</w:t>
      </w:r>
    </w:p>
    <w:p w14:paraId="14702E55" w14:textId="77777777" w:rsidR="00514CB8" w:rsidRPr="00F83345" w:rsidRDefault="00514CB8" w:rsidP="00366B2A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00D5037" w14:textId="2A863AAE" w:rsidR="00AB7995" w:rsidRDefault="00AB7995" w:rsidP="00024EF9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FAB284" wp14:editId="509F6DBC">
            <wp:extent cx="5353050" cy="1400175"/>
            <wp:effectExtent l="0" t="0" r="0" b="9525"/>
            <wp:docPr id="189285527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85527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523EA" w14:textId="77777777" w:rsidR="00024EF9" w:rsidRPr="00F83345" w:rsidRDefault="00024EF9" w:rsidP="00024EF9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3DDACF" w14:textId="2FFFDE3D" w:rsidR="00740BB4" w:rsidRPr="00F83345" w:rsidRDefault="000128A3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Equipamentos</w:t>
      </w:r>
      <w:r w:rsidR="00C36571" w:rsidRPr="00F83345">
        <w:rPr>
          <w:rFonts w:ascii="Times New Roman" w:hAnsi="Times New Roman" w:cs="Times New Roman"/>
          <w:sz w:val="24"/>
          <w:szCs w:val="24"/>
        </w:rPr>
        <w:t>,</w:t>
      </w:r>
      <w:r w:rsidR="00C36571" w:rsidRPr="00F833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6571" w:rsidRPr="00F83345">
        <w:rPr>
          <w:rFonts w:ascii="Times New Roman" w:hAnsi="Times New Roman" w:cs="Times New Roman"/>
          <w:sz w:val="24"/>
          <w:szCs w:val="24"/>
        </w:rPr>
        <w:t>conforme</w:t>
      </w:r>
      <w:r w:rsidR="009C41C4" w:rsidRPr="00F83345">
        <w:rPr>
          <w:rFonts w:ascii="Times New Roman" w:hAnsi="Times New Roman" w:cs="Times New Roman"/>
          <w:sz w:val="24"/>
          <w:szCs w:val="24"/>
        </w:rPr>
        <w:t xml:space="preserve"> norma NBR 16.401-01 Tabela C</w:t>
      </w:r>
      <w:r w:rsidR="00FD4110" w:rsidRPr="00F83345">
        <w:rPr>
          <w:rFonts w:ascii="Times New Roman" w:hAnsi="Times New Roman" w:cs="Times New Roman"/>
          <w:sz w:val="24"/>
          <w:szCs w:val="24"/>
        </w:rPr>
        <w:t>.3</w:t>
      </w:r>
    </w:p>
    <w:p w14:paraId="0E1F2784" w14:textId="77777777" w:rsidR="00514CB8" w:rsidRPr="00F83345" w:rsidRDefault="00514CB8" w:rsidP="000D21E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228C1C5" w14:textId="7AB2E514" w:rsidR="00A364F3" w:rsidRPr="00F83345" w:rsidRDefault="001E70C0" w:rsidP="00C36571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70C0">
        <w:drawing>
          <wp:inline distT="0" distB="0" distL="0" distR="0" wp14:anchorId="3C0B27A1" wp14:editId="12FC0C9B">
            <wp:extent cx="3076575" cy="1400175"/>
            <wp:effectExtent l="0" t="0" r="9525" b="9525"/>
            <wp:docPr id="198838799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38799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CC623" w14:textId="77777777" w:rsidR="00C36571" w:rsidRPr="00F83345" w:rsidRDefault="00C36571" w:rsidP="00C36571">
      <w:pPr>
        <w:tabs>
          <w:tab w:val="left" w:pos="3210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5C719B" w14:textId="53B4DBC0" w:rsidR="002262B6" w:rsidRPr="00F83345" w:rsidRDefault="00F53FBC" w:rsidP="00A364F3">
      <w:pPr>
        <w:tabs>
          <w:tab w:val="left" w:pos="3210"/>
        </w:tabs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64F3" w:rsidRPr="00F83345">
        <w:rPr>
          <w:rFonts w:ascii="Times New Roman" w:hAnsi="Times New Roman" w:cs="Times New Roman"/>
          <w:b/>
          <w:sz w:val="24"/>
          <w:szCs w:val="24"/>
        </w:rPr>
        <w:t>.4</w:t>
      </w:r>
      <w:r w:rsidR="002262B6" w:rsidRPr="00F83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41C4" w:rsidRPr="00F83345">
        <w:rPr>
          <w:rFonts w:ascii="Times New Roman" w:hAnsi="Times New Roman" w:cs="Times New Roman"/>
          <w:b/>
          <w:sz w:val="24"/>
          <w:szCs w:val="24"/>
        </w:rPr>
        <w:t>Taxa de Renovação de Ar Exterior</w:t>
      </w:r>
    </w:p>
    <w:p w14:paraId="4492312B" w14:textId="77777777" w:rsidR="009C41C4" w:rsidRPr="00F83345" w:rsidRDefault="009C41C4" w:rsidP="009C41C4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384A6E" w14:textId="25AE7830" w:rsidR="00A96470" w:rsidRPr="00F83345" w:rsidRDefault="00CA68F2" w:rsidP="002262B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Conforme</w:t>
      </w:r>
      <w:r w:rsidR="00937128" w:rsidRPr="00F83345">
        <w:rPr>
          <w:rFonts w:ascii="Times New Roman" w:hAnsi="Times New Roman" w:cs="Times New Roman"/>
          <w:sz w:val="24"/>
          <w:szCs w:val="24"/>
        </w:rPr>
        <w:t xml:space="preserve"> </w:t>
      </w:r>
      <w:r w:rsidRPr="00F83345">
        <w:rPr>
          <w:rFonts w:ascii="Times New Roman" w:hAnsi="Times New Roman" w:cs="Times New Roman"/>
          <w:sz w:val="24"/>
          <w:szCs w:val="24"/>
        </w:rPr>
        <w:t>ABNT 16.401-</w:t>
      </w:r>
      <w:r w:rsidR="00525495" w:rsidRPr="00F83345">
        <w:rPr>
          <w:rFonts w:ascii="Times New Roman" w:hAnsi="Times New Roman" w:cs="Times New Roman"/>
          <w:sz w:val="24"/>
          <w:szCs w:val="24"/>
        </w:rPr>
        <w:t>3</w:t>
      </w:r>
      <w:r w:rsidRPr="00F83345">
        <w:rPr>
          <w:rFonts w:ascii="Times New Roman" w:hAnsi="Times New Roman" w:cs="Times New Roman"/>
          <w:sz w:val="24"/>
          <w:szCs w:val="24"/>
        </w:rPr>
        <w:t xml:space="preserve"> </w:t>
      </w:r>
      <w:r w:rsidR="00937128" w:rsidRPr="00F83345">
        <w:rPr>
          <w:rFonts w:ascii="Times New Roman" w:hAnsi="Times New Roman" w:cs="Times New Roman"/>
          <w:sz w:val="24"/>
          <w:szCs w:val="24"/>
        </w:rPr>
        <w:t xml:space="preserve">foi </w:t>
      </w:r>
      <w:r w:rsidR="009C41C4" w:rsidRPr="00F83345">
        <w:rPr>
          <w:rFonts w:ascii="Times New Roman" w:hAnsi="Times New Roman" w:cs="Times New Roman"/>
          <w:sz w:val="24"/>
          <w:szCs w:val="24"/>
        </w:rPr>
        <w:t>considera</w:t>
      </w:r>
      <w:r w:rsidR="00937128" w:rsidRPr="00F83345">
        <w:rPr>
          <w:rFonts w:ascii="Times New Roman" w:hAnsi="Times New Roman" w:cs="Times New Roman"/>
          <w:sz w:val="24"/>
          <w:szCs w:val="24"/>
        </w:rPr>
        <w:t>do</w:t>
      </w:r>
      <w:r w:rsidR="009C41C4" w:rsidRPr="00F83345">
        <w:rPr>
          <w:rFonts w:ascii="Times New Roman" w:hAnsi="Times New Roman" w:cs="Times New Roman"/>
          <w:sz w:val="24"/>
          <w:szCs w:val="24"/>
        </w:rPr>
        <w:t xml:space="preserve"> 7,5 L/s (27 m³/h) de ar externo por pessoa</w:t>
      </w:r>
      <w:r w:rsidR="003C0DE1" w:rsidRPr="00F83345">
        <w:rPr>
          <w:rFonts w:ascii="Times New Roman" w:hAnsi="Times New Roman" w:cs="Times New Roman"/>
          <w:sz w:val="24"/>
          <w:szCs w:val="24"/>
        </w:rPr>
        <w:t>, e 0,5 L/s (1,8 m³/h) de ar exterior por m² de área.</w:t>
      </w:r>
    </w:p>
    <w:p w14:paraId="7B774675" w14:textId="77777777" w:rsidR="00514CB8" w:rsidRPr="00F83345" w:rsidRDefault="00514CB8" w:rsidP="002262B6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0895E" w14:textId="2D011E20" w:rsidR="00A71993" w:rsidRPr="00F83345" w:rsidRDefault="001E70C0" w:rsidP="00D52A9A">
      <w:pPr>
        <w:pStyle w:val="PargrafodaLista"/>
        <w:tabs>
          <w:tab w:val="left" w:pos="3210"/>
        </w:tabs>
        <w:spacing w:after="0" w:line="276" w:lineRule="auto"/>
        <w:ind w:left="426" w:right="113" w:hanging="436"/>
        <w:jc w:val="center"/>
        <w:rPr>
          <w:rFonts w:ascii="Times New Roman" w:hAnsi="Times New Roman" w:cs="Times New Roman"/>
          <w:sz w:val="24"/>
          <w:szCs w:val="24"/>
        </w:rPr>
      </w:pPr>
      <w:r w:rsidRPr="001E70C0">
        <w:drawing>
          <wp:inline distT="0" distB="0" distL="0" distR="0" wp14:anchorId="1EED86BF" wp14:editId="5B54C3CA">
            <wp:extent cx="6192520" cy="1637414"/>
            <wp:effectExtent l="0" t="0" r="0" b="1270"/>
            <wp:docPr id="185639837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39837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4819" cy="164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77FC7" w14:textId="77777777" w:rsidR="00024EF9" w:rsidRPr="00F83345" w:rsidRDefault="00024EF9" w:rsidP="004921BF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2CFD8" w14:textId="36EC842F" w:rsidR="00287BFE" w:rsidRPr="00F83345" w:rsidRDefault="004921BF" w:rsidP="00287BFE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 xml:space="preserve">Carga térmica devido a </w:t>
      </w:r>
      <w:r w:rsidRPr="00F83345">
        <w:rPr>
          <w:rFonts w:ascii="Times New Roman" w:hAnsi="Times New Roman" w:cs="Times New Roman"/>
          <w:bCs/>
          <w:sz w:val="24"/>
          <w:szCs w:val="24"/>
        </w:rPr>
        <w:t>Renovação de Ar Exterior</w:t>
      </w:r>
    </w:p>
    <w:p w14:paraId="1EF35479" w14:textId="77777777" w:rsidR="00287BFE" w:rsidRPr="00F83345" w:rsidRDefault="00287BFE" w:rsidP="00287BFE">
      <w:pPr>
        <w:tabs>
          <w:tab w:val="left" w:pos="3210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372A79" w14:textId="5945C524" w:rsidR="00287BFE" w:rsidRPr="00F83345" w:rsidRDefault="001E70C0" w:rsidP="00514CB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E70C0">
        <w:drawing>
          <wp:inline distT="0" distB="0" distL="0" distR="0" wp14:anchorId="64A8E186" wp14:editId="3A4915C0">
            <wp:extent cx="6192520" cy="1765005"/>
            <wp:effectExtent l="0" t="0" r="0" b="6985"/>
            <wp:docPr id="92183936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3936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41038" cy="177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F2E19" w14:textId="77777777" w:rsidR="000233F2" w:rsidRPr="00F83345" w:rsidRDefault="000233F2" w:rsidP="00514CB8">
      <w:pPr>
        <w:tabs>
          <w:tab w:val="left" w:pos="321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9CE6D9" w14:textId="0AD0D4BC" w:rsidR="00F807DE" w:rsidRPr="00F83345" w:rsidRDefault="004F7146" w:rsidP="00A71993">
      <w:pPr>
        <w:pStyle w:val="Ttulo1"/>
        <w:numPr>
          <w:ilvl w:val="0"/>
          <w:numId w:val="11"/>
        </w:numPr>
        <w:spacing w:before="0" w:line="240" w:lineRule="auto"/>
        <w:ind w:left="454" w:hanging="45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2" w:name="_Toc203573149"/>
      <w:r w:rsidRPr="00F833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Resumo de cálculo de carga térmica</w:t>
      </w:r>
      <w:bookmarkEnd w:id="2"/>
    </w:p>
    <w:p w14:paraId="2B54B16D" w14:textId="77777777" w:rsidR="00F807DE" w:rsidRPr="00F83345" w:rsidRDefault="00F807DE" w:rsidP="00A7199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5CD04A" w14:textId="1BF85D26" w:rsidR="00A03E76" w:rsidRPr="00F83345" w:rsidRDefault="00BF3DBE" w:rsidP="00BF3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Com base em todos os parâmetros mencionados acima, foi possível obter o seguinte resultado:</w:t>
      </w:r>
    </w:p>
    <w:p w14:paraId="077A332B" w14:textId="3BF91669" w:rsidR="00A03E76" w:rsidRPr="00F83345" w:rsidRDefault="00A03E76" w:rsidP="0073478B">
      <w:pPr>
        <w:spacing w:after="0"/>
        <w:ind w:left="-709" w:right="-313"/>
        <w:rPr>
          <w:rFonts w:ascii="Times New Roman" w:hAnsi="Times New Roman" w:cs="Times New Roman"/>
          <w:sz w:val="24"/>
          <w:szCs w:val="24"/>
        </w:rPr>
      </w:pPr>
    </w:p>
    <w:p w14:paraId="4F139270" w14:textId="568A30A3" w:rsidR="007966A6" w:rsidRPr="00F83345" w:rsidRDefault="001E70C0" w:rsidP="00F83345">
      <w:pPr>
        <w:tabs>
          <w:tab w:val="left" w:pos="284"/>
        </w:tabs>
        <w:spacing w:after="0"/>
        <w:ind w:right="113"/>
        <w:jc w:val="center"/>
        <w:rPr>
          <w:rFonts w:ascii="Times New Roman" w:hAnsi="Times New Roman" w:cs="Times New Roman"/>
          <w:sz w:val="24"/>
          <w:szCs w:val="24"/>
        </w:rPr>
      </w:pPr>
      <w:r w:rsidRPr="001E70C0">
        <w:drawing>
          <wp:inline distT="0" distB="0" distL="0" distR="0" wp14:anchorId="0E78C18C" wp14:editId="48D44712">
            <wp:extent cx="6192520" cy="1690576"/>
            <wp:effectExtent l="0" t="0" r="0" b="5080"/>
            <wp:docPr id="3820031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0313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30858" cy="1701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5F817" w14:textId="4DE0E21E" w:rsidR="00CC2674" w:rsidRPr="00F83345" w:rsidRDefault="00F53FBC" w:rsidP="003F7E67">
      <w:pPr>
        <w:pStyle w:val="Ttulo1"/>
        <w:tabs>
          <w:tab w:val="center" w:pos="4876"/>
        </w:tabs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3" w:name="_Toc20357315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A364F3" w:rsidRPr="00F833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BF3DBE" w:rsidRPr="00F833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Conclusão</w:t>
      </w:r>
      <w:bookmarkEnd w:id="3"/>
      <w:r w:rsidR="00F42D28" w:rsidRPr="00F833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27C80F9" w14:textId="77777777" w:rsidR="003F7E67" w:rsidRPr="00F83345" w:rsidRDefault="003F7E67" w:rsidP="00F833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A72801" w14:textId="11EFA691" w:rsidR="00CC2674" w:rsidRPr="00F83345" w:rsidRDefault="00BF3DBE" w:rsidP="00F83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3345">
        <w:rPr>
          <w:rFonts w:ascii="Times New Roman" w:hAnsi="Times New Roman" w:cs="Times New Roman"/>
          <w:sz w:val="24"/>
          <w:szCs w:val="24"/>
        </w:rPr>
        <w:t>Após realizar o cálculo da carga térmica, foi possível selecionar os equipamentos adequados, conforme a tabela a seguir.</w:t>
      </w:r>
    </w:p>
    <w:p w14:paraId="63935920" w14:textId="77777777" w:rsidR="00BF3DBE" w:rsidRPr="00F83345" w:rsidRDefault="00BF3DBE" w:rsidP="00CC26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93874C" w14:textId="41E7F7CD" w:rsidR="00091CAA" w:rsidRPr="00F83345" w:rsidRDefault="001E70C0" w:rsidP="00F8334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14:ligatures w14:val="standard"/>
        </w:rPr>
        <w:drawing>
          <wp:inline distT="0" distB="0" distL="0" distR="0" wp14:anchorId="7B1A5C4B" wp14:editId="1404CA37">
            <wp:extent cx="6192520" cy="1488559"/>
            <wp:effectExtent l="0" t="0" r="0" b="0"/>
            <wp:docPr id="17957882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78823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06620" cy="149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0DB03" w14:textId="52BED4A9" w:rsidR="008352E2" w:rsidRPr="00F83345" w:rsidRDefault="008352E2" w:rsidP="004B40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352E2" w:rsidRPr="00F83345" w:rsidSect="00B31295">
      <w:headerReference w:type="even" r:id="rId20"/>
      <w:headerReference w:type="default" r:id="rId21"/>
      <w:footerReference w:type="default" r:id="rId22"/>
      <w:headerReference w:type="first" r:id="rId23"/>
      <w:pgSz w:w="11906" w:h="16838" w:code="9"/>
      <w:pgMar w:top="2552" w:right="1077" w:bottom="2160" w:left="1077" w:header="1134" w:footer="9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A7944" w14:textId="77777777" w:rsidR="00702FB1" w:rsidRDefault="00702FB1">
      <w:pPr>
        <w:spacing w:after="0" w:line="240" w:lineRule="auto"/>
      </w:pPr>
      <w:r>
        <w:separator/>
      </w:r>
    </w:p>
  </w:endnote>
  <w:endnote w:type="continuationSeparator" w:id="0">
    <w:p w14:paraId="2C96F312" w14:textId="77777777" w:rsidR="00702FB1" w:rsidRDefault="00702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97647" w14:textId="704EB461" w:rsidR="001D1314" w:rsidRPr="00947B8F" w:rsidRDefault="001D1314" w:rsidP="00F00528">
    <w:pPr>
      <w:pStyle w:val="Rodap"/>
      <w:jc w:val="right"/>
    </w:pPr>
    <w:r w:rsidRPr="009B5B8C">
      <w:t xml:space="preserve">Página </w:t>
    </w:r>
    <w:r w:rsidRPr="009B5B8C">
      <w:rPr>
        <w:b/>
        <w:bCs/>
      </w:rPr>
      <w:fldChar w:fldCharType="begin"/>
    </w:r>
    <w:r w:rsidRPr="009B5B8C">
      <w:rPr>
        <w:b/>
        <w:bCs/>
      </w:rPr>
      <w:instrText>PAGE  \* Arabic  \* MERGEFORMAT</w:instrText>
    </w:r>
    <w:r w:rsidRPr="009B5B8C">
      <w:rPr>
        <w:b/>
        <w:bCs/>
      </w:rPr>
      <w:fldChar w:fldCharType="separate"/>
    </w:r>
    <w:r w:rsidR="00A364F3">
      <w:rPr>
        <w:b/>
        <w:bCs/>
        <w:noProof/>
      </w:rPr>
      <w:t>1</w:t>
    </w:r>
    <w:r w:rsidRPr="009B5B8C">
      <w:rPr>
        <w:b/>
        <w:bCs/>
      </w:rPr>
      <w:fldChar w:fldCharType="end"/>
    </w:r>
    <w:r w:rsidRPr="009B5B8C">
      <w:t xml:space="preserve"> de </w:t>
    </w:r>
    <w:r w:rsidRPr="009B5B8C">
      <w:rPr>
        <w:b/>
        <w:bCs/>
      </w:rPr>
      <w:fldChar w:fldCharType="begin"/>
    </w:r>
    <w:r w:rsidRPr="009B5B8C">
      <w:rPr>
        <w:b/>
        <w:bCs/>
      </w:rPr>
      <w:instrText>NUMPAGES  \* Arabic  \* MERGEFORMAT</w:instrText>
    </w:r>
    <w:r w:rsidRPr="009B5B8C">
      <w:rPr>
        <w:b/>
        <w:bCs/>
      </w:rPr>
      <w:fldChar w:fldCharType="separate"/>
    </w:r>
    <w:r w:rsidR="00A364F3">
      <w:rPr>
        <w:b/>
        <w:bCs/>
        <w:noProof/>
      </w:rPr>
      <w:t>8</w:t>
    </w:r>
    <w:r w:rsidRPr="009B5B8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2A036" w14:textId="77777777" w:rsidR="00702FB1" w:rsidRDefault="00702FB1">
      <w:pPr>
        <w:spacing w:after="0" w:line="240" w:lineRule="auto"/>
      </w:pPr>
      <w:r>
        <w:separator/>
      </w:r>
    </w:p>
  </w:footnote>
  <w:footnote w:type="continuationSeparator" w:id="0">
    <w:p w14:paraId="36888836" w14:textId="77777777" w:rsidR="00702FB1" w:rsidRDefault="00702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B1E31" w14:textId="77777777" w:rsidR="001D1314" w:rsidRDefault="00000000">
    <w:pPr>
      <w:pStyle w:val="Cabealho"/>
    </w:pPr>
    <w:r>
      <w:rPr>
        <w:noProof/>
      </w:rPr>
      <w:pict w14:anchorId="359631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0265563" o:spid="_x0000_s1027" type="#_x0000_t75" style="position:absolute;margin-left:0;margin-top:0;width:540.9pt;height:233.55pt;z-index:-251657216;mso-position-horizontal:center;mso-position-horizontal-relative:margin;mso-position-vertical:center;mso-position-vertical-relative:margin" o:allowincell="f">
          <v:imagedata r:id="rId1" o:title="LOGO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40AE" w14:textId="279B036A" w:rsidR="001D1314" w:rsidRPr="00F00528" w:rsidRDefault="008E7AC8" w:rsidP="008E7AC8">
    <w:pPr>
      <w:pStyle w:val="Informaesdecontato"/>
      <w:spacing w:after="40"/>
      <w:jc w:val="center"/>
    </w:pPr>
    <w:r>
      <w:rPr>
        <w:noProof/>
      </w:rPr>
      <w:drawing>
        <wp:inline distT="0" distB="0" distL="0" distR="0" wp14:anchorId="00DECFAE" wp14:editId="7ED1F556">
          <wp:extent cx="2895600" cy="802639"/>
          <wp:effectExtent l="0" t="0" r="0" b="0"/>
          <wp:docPr id="171357005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6304" cy="8139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819CB" w14:textId="4C58E429" w:rsidR="001D1314" w:rsidRPr="008E7AC8" w:rsidRDefault="001D1314" w:rsidP="008E7AC8">
    <w:pPr>
      <w:pStyle w:val="Informaesdecontato"/>
      <w:tabs>
        <w:tab w:val="left" w:pos="6915"/>
      </w:tabs>
      <w:spacing w:after="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BEA41" w14:textId="77777777" w:rsidR="001D1314" w:rsidRDefault="00000000">
    <w:pPr>
      <w:pStyle w:val="Cabealho"/>
    </w:pPr>
    <w:r>
      <w:rPr>
        <w:noProof/>
      </w:rPr>
      <w:pict w14:anchorId="16A2E5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0265562" o:spid="_x0000_s1026" type="#_x0000_t75" style="position:absolute;margin-left:0;margin-top:0;width:540.9pt;height:233.55pt;z-index:-251658240;mso-position-horizontal:center;mso-position-horizontal-relative:margin;mso-position-vertical:center;mso-position-vertical-relative:margin" o:allowincell="f">
          <v:imagedata r:id="rId1" o:title="LOGO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Numerad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Numerad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Commarcador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Commarcador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D53A5"/>
    <w:multiLevelType w:val="hybridMultilevel"/>
    <w:tmpl w:val="A9720D80"/>
    <w:lvl w:ilvl="0" w:tplc="BA5C11EE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A1DBE"/>
    <w:multiLevelType w:val="hybridMultilevel"/>
    <w:tmpl w:val="5F06D43E"/>
    <w:lvl w:ilvl="0" w:tplc="C252794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6"/>
    <w:multiLevelType w:val="hybridMultilevel"/>
    <w:tmpl w:val="266430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D6F72"/>
    <w:multiLevelType w:val="hybridMultilevel"/>
    <w:tmpl w:val="6BD085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46AC8"/>
    <w:multiLevelType w:val="hybridMultilevel"/>
    <w:tmpl w:val="74DEEE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11AB8"/>
    <w:multiLevelType w:val="hybridMultilevel"/>
    <w:tmpl w:val="588C6DE0"/>
    <w:lvl w:ilvl="0" w:tplc="1772B652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E7FA2"/>
    <w:multiLevelType w:val="hybridMultilevel"/>
    <w:tmpl w:val="E7DA3024"/>
    <w:lvl w:ilvl="0" w:tplc="725478A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76A71"/>
    <w:multiLevelType w:val="hybridMultilevel"/>
    <w:tmpl w:val="37309AF2"/>
    <w:lvl w:ilvl="0" w:tplc="73E803C8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E6E80"/>
    <w:multiLevelType w:val="hybridMultilevel"/>
    <w:tmpl w:val="0D8C230C"/>
    <w:lvl w:ilvl="0" w:tplc="BE7AE8F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82DFA"/>
    <w:multiLevelType w:val="hybridMultilevel"/>
    <w:tmpl w:val="2438BA02"/>
    <w:lvl w:ilvl="0" w:tplc="78469448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F736B7"/>
    <w:multiLevelType w:val="hybridMultilevel"/>
    <w:tmpl w:val="547A2C2C"/>
    <w:lvl w:ilvl="0" w:tplc="D20E029A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25734"/>
    <w:multiLevelType w:val="hybridMultilevel"/>
    <w:tmpl w:val="2D3CA82A"/>
    <w:lvl w:ilvl="0" w:tplc="4A3E78F8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05263"/>
    <w:multiLevelType w:val="multilevel"/>
    <w:tmpl w:val="7D325B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3E830F6"/>
    <w:multiLevelType w:val="hybridMultilevel"/>
    <w:tmpl w:val="F724A9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3CCB"/>
    <w:multiLevelType w:val="multilevel"/>
    <w:tmpl w:val="D8A49A1C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17A4A0F"/>
    <w:multiLevelType w:val="hybridMultilevel"/>
    <w:tmpl w:val="7FF69A32"/>
    <w:lvl w:ilvl="0" w:tplc="1AD49D5E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F12E1"/>
    <w:multiLevelType w:val="hybridMultilevel"/>
    <w:tmpl w:val="EC4A9266"/>
    <w:lvl w:ilvl="0" w:tplc="12189822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37A60"/>
    <w:multiLevelType w:val="hybridMultilevel"/>
    <w:tmpl w:val="139E0A6E"/>
    <w:lvl w:ilvl="0" w:tplc="D160EB32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979660">
    <w:abstractNumId w:val="9"/>
  </w:num>
  <w:num w:numId="2" w16cid:durableId="1103844106">
    <w:abstractNumId w:val="7"/>
  </w:num>
  <w:num w:numId="3" w16cid:durableId="39211879">
    <w:abstractNumId w:val="6"/>
  </w:num>
  <w:num w:numId="4" w16cid:durableId="1717268272">
    <w:abstractNumId w:val="5"/>
  </w:num>
  <w:num w:numId="5" w16cid:durableId="1314800791">
    <w:abstractNumId w:val="4"/>
  </w:num>
  <w:num w:numId="6" w16cid:durableId="1190870169">
    <w:abstractNumId w:val="8"/>
  </w:num>
  <w:num w:numId="7" w16cid:durableId="1652977562">
    <w:abstractNumId w:val="3"/>
  </w:num>
  <w:num w:numId="8" w16cid:durableId="182017273">
    <w:abstractNumId w:val="2"/>
  </w:num>
  <w:num w:numId="9" w16cid:durableId="460461464">
    <w:abstractNumId w:val="1"/>
  </w:num>
  <w:num w:numId="10" w16cid:durableId="1750226453">
    <w:abstractNumId w:val="0"/>
  </w:num>
  <w:num w:numId="11" w16cid:durableId="2079863535">
    <w:abstractNumId w:val="24"/>
  </w:num>
  <w:num w:numId="12" w16cid:durableId="479926783">
    <w:abstractNumId w:val="22"/>
  </w:num>
  <w:num w:numId="13" w16cid:durableId="1184589169">
    <w:abstractNumId w:val="16"/>
  </w:num>
  <w:num w:numId="14" w16cid:durableId="2093819433">
    <w:abstractNumId w:val="13"/>
  </w:num>
  <w:num w:numId="15" w16cid:durableId="124979128">
    <w:abstractNumId w:val="23"/>
  </w:num>
  <w:num w:numId="16" w16cid:durableId="1121538624">
    <w:abstractNumId w:val="14"/>
  </w:num>
  <w:num w:numId="17" w16cid:durableId="1628316200">
    <w:abstractNumId w:val="15"/>
  </w:num>
  <w:num w:numId="18" w16cid:durableId="984817734">
    <w:abstractNumId w:val="12"/>
  </w:num>
  <w:num w:numId="19" w16cid:durableId="1052190679">
    <w:abstractNumId w:val="17"/>
  </w:num>
  <w:num w:numId="20" w16cid:durableId="1924605459">
    <w:abstractNumId w:val="25"/>
  </w:num>
  <w:num w:numId="21" w16cid:durableId="410349270">
    <w:abstractNumId w:val="11"/>
  </w:num>
  <w:num w:numId="22" w16cid:durableId="1054239578">
    <w:abstractNumId w:val="10"/>
  </w:num>
  <w:num w:numId="23" w16cid:durableId="1764187144">
    <w:abstractNumId w:val="19"/>
  </w:num>
  <w:num w:numId="24" w16cid:durableId="1968847935">
    <w:abstractNumId w:val="27"/>
  </w:num>
  <w:num w:numId="25" w16cid:durableId="919869079">
    <w:abstractNumId w:val="20"/>
  </w:num>
  <w:num w:numId="26" w16cid:durableId="1889107448">
    <w:abstractNumId w:val="18"/>
  </w:num>
  <w:num w:numId="27" w16cid:durableId="1165510946">
    <w:abstractNumId w:val="26"/>
  </w:num>
  <w:num w:numId="28" w16cid:durableId="1517307926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32B"/>
    <w:rsid w:val="00000761"/>
    <w:rsid w:val="0000462E"/>
    <w:rsid w:val="00004FB6"/>
    <w:rsid w:val="000128A3"/>
    <w:rsid w:val="00013169"/>
    <w:rsid w:val="00016A8E"/>
    <w:rsid w:val="000211BA"/>
    <w:rsid w:val="000233F2"/>
    <w:rsid w:val="00024230"/>
    <w:rsid w:val="00024EF9"/>
    <w:rsid w:val="000259C2"/>
    <w:rsid w:val="00026930"/>
    <w:rsid w:val="000271F7"/>
    <w:rsid w:val="00027D4D"/>
    <w:rsid w:val="00033EBC"/>
    <w:rsid w:val="00040AB8"/>
    <w:rsid w:val="00042ABD"/>
    <w:rsid w:val="00043604"/>
    <w:rsid w:val="000439BE"/>
    <w:rsid w:val="000456BE"/>
    <w:rsid w:val="000463DF"/>
    <w:rsid w:val="00052433"/>
    <w:rsid w:val="0005283E"/>
    <w:rsid w:val="0005459A"/>
    <w:rsid w:val="00054C14"/>
    <w:rsid w:val="00055D0E"/>
    <w:rsid w:val="000612FE"/>
    <w:rsid w:val="000639D6"/>
    <w:rsid w:val="000721B1"/>
    <w:rsid w:val="000767CA"/>
    <w:rsid w:val="00076CF4"/>
    <w:rsid w:val="0008002F"/>
    <w:rsid w:val="000802CC"/>
    <w:rsid w:val="00080C19"/>
    <w:rsid w:val="00083ACE"/>
    <w:rsid w:val="00085063"/>
    <w:rsid w:val="00085B48"/>
    <w:rsid w:val="00086D9E"/>
    <w:rsid w:val="00087118"/>
    <w:rsid w:val="00091C62"/>
    <w:rsid w:val="00091CAA"/>
    <w:rsid w:val="00092C1F"/>
    <w:rsid w:val="000967ED"/>
    <w:rsid w:val="00097813"/>
    <w:rsid w:val="00097B02"/>
    <w:rsid w:val="000A34CB"/>
    <w:rsid w:val="000A52EF"/>
    <w:rsid w:val="000A5633"/>
    <w:rsid w:val="000A5FED"/>
    <w:rsid w:val="000A6924"/>
    <w:rsid w:val="000B13A1"/>
    <w:rsid w:val="000B594F"/>
    <w:rsid w:val="000C110D"/>
    <w:rsid w:val="000C23A7"/>
    <w:rsid w:val="000C309E"/>
    <w:rsid w:val="000C4D05"/>
    <w:rsid w:val="000C4D07"/>
    <w:rsid w:val="000C4F56"/>
    <w:rsid w:val="000C63F5"/>
    <w:rsid w:val="000D0BD6"/>
    <w:rsid w:val="000D21E8"/>
    <w:rsid w:val="000D5AF2"/>
    <w:rsid w:val="000E2062"/>
    <w:rsid w:val="000E249D"/>
    <w:rsid w:val="000E2CCE"/>
    <w:rsid w:val="000E5107"/>
    <w:rsid w:val="000E683A"/>
    <w:rsid w:val="000E72E3"/>
    <w:rsid w:val="000E7C77"/>
    <w:rsid w:val="000F634E"/>
    <w:rsid w:val="000F7810"/>
    <w:rsid w:val="001003C0"/>
    <w:rsid w:val="0010126C"/>
    <w:rsid w:val="001076CB"/>
    <w:rsid w:val="00107A43"/>
    <w:rsid w:val="00111958"/>
    <w:rsid w:val="00112F8F"/>
    <w:rsid w:val="0011553B"/>
    <w:rsid w:val="00116539"/>
    <w:rsid w:val="0011665E"/>
    <w:rsid w:val="0012076D"/>
    <w:rsid w:val="001234D7"/>
    <w:rsid w:val="00130683"/>
    <w:rsid w:val="001335EB"/>
    <w:rsid w:val="001359DA"/>
    <w:rsid w:val="0013763A"/>
    <w:rsid w:val="00140111"/>
    <w:rsid w:val="00140DD9"/>
    <w:rsid w:val="001449EE"/>
    <w:rsid w:val="00147619"/>
    <w:rsid w:val="0014780C"/>
    <w:rsid w:val="00152637"/>
    <w:rsid w:val="00154818"/>
    <w:rsid w:val="0015506B"/>
    <w:rsid w:val="00156F84"/>
    <w:rsid w:val="001653DE"/>
    <w:rsid w:val="00166E75"/>
    <w:rsid w:val="00172A6F"/>
    <w:rsid w:val="0017458B"/>
    <w:rsid w:val="00176EFE"/>
    <w:rsid w:val="00181B0C"/>
    <w:rsid w:val="00184BF1"/>
    <w:rsid w:val="0018637E"/>
    <w:rsid w:val="0018696F"/>
    <w:rsid w:val="0018706E"/>
    <w:rsid w:val="00195D73"/>
    <w:rsid w:val="001A0EF4"/>
    <w:rsid w:val="001A45AF"/>
    <w:rsid w:val="001A62AA"/>
    <w:rsid w:val="001A7D23"/>
    <w:rsid w:val="001B0422"/>
    <w:rsid w:val="001B0734"/>
    <w:rsid w:val="001B1E34"/>
    <w:rsid w:val="001B2B41"/>
    <w:rsid w:val="001B33EB"/>
    <w:rsid w:val="001C00B9"/>
    <w:rsid w:val="001C2BA7"/>
    <w:rsid w:val="001D021A"/>
    <w:rsid w:val="001D1314"/>
    <w:rsid w:val="001D4333"/>
    <w:rsid w:val="001D7562"/>
    <w:rsid w:val="001E0E9B"/>
    <w:rsid w:val="001E23B8"/>
    <w:rsid w:val="001E3ECD"/>
    <w:rsid w:val="001E5AEB"/>
    <w:rsid w:val="001E6FA1"/>
    <w:rsid w:val="001E70C0"/>
    <w:rsid w:val="001E713B"/>
    <w:rsid w:val="001F5DDC"/>
    <w:rsid w:val="001F722E"/>
    <w:rsid w:val="001F7A2E"/>
    <w:rsid w:val="00200287"/>
    <w:rsid w:val="002004B1"/>
    <w:rsid w:val="00200F3E"/>
    <w:rsid w:val="00201B2D"/>
    <w:rsid w:val="002027E6"/>
    <w:rsid w:val="002111BE"/>
    <w:rsid w:val="00211D3B"/>
    <w:rsid w:val="00211EF4"/>
    <w:rsid w:val="0021208B"/>
    <w:rsid w:val="002120CC"/>
    <w:rsid w:val="0021237A"/>
    <w:rsid w:val="00212B8B"/>
    <w:rsid w:val="00214419"/>
    <w:rsid w:val="00215B1A"/>
    <w:rsid w:val="00216F7C"/>
    <w:rsid w:val="002178D7"/>
    <w:rsid w:val="00220385"/>
    <w:rsid w:val="00221299"/>
    <w:rsid w:val="00224462"/>
    <w:rsid w:val="00225C33"/>
    <w:rsid w:val="002262B6"/>
    <w:rsid w:val="0023118D"/>
    <w:rsid w:val="00231423"/>
    <w:rsid w:val="002314FC"/>
    <w:rsid w:val="00233897"/>
    <w:rsid w:val="00237D23"/>
    <w:rsid w:val="002408A3"/>
    <w:rsid w:val="0024176D"/>
    <w:rsid w:val="002456E4"/>
    <w:rsid w:val="002502B0"/>
    <w:rsid w:val="00251F7A"/>
    <w:rsid w:val="00252537"/>
    <w:rsid w:val="0025437B"/>
    <w:rsid w:val="00256789"/>
    <w:rsid w:val="0025697F"/>
    <w:rsid w:val="00257F49"/>
    <w:rsid w:val="00260923"/>
    <w:rsid w:val="002618A5"/>
    <w:rsid w:val="00262AF8"/>
    <w:rsid w:val="0026665D"/>
    <w:rsid w:val="00271A5F"/>
    <w:rsid w:val="002735D6"/>
    <w:rsid w:val="00275FB9"/>
    <w:rsid w:val="00280E24"/>
    <w:rsid w:val="0028161A"/>
    <w:rsid w:val="00281977"/>
    <w:rsid w:val="00286195"/>
    <w:rsid w:val="00287BFE"/>
    <w:rsid w:val="0029139C"/>
    <w:rsid w:val="00295793"/>
    <w:rsid w:val="002A507A"/>
    <w:rsid w:val="002A69C6"/>
    <w:rsid w:val="002A6E50"/>
    <w:rsid w:val="002B0F35"/>
    <w:rsid w:val="002B30FF"/>
    <w:rsid w:val="002B31E3"/>
    <w:rsid w:val="002C4954"/>
    <w:rsid w:val="002C5597"/>
    <w:rsid w:val="002C5901"/>
    <w:rsid w:val="002C5FD9"/>
    <w:rsid w:val="002D395C"/>
    <w:rsid w:val="002D5445"/>
    <w:rsid w:val="002F12F3"/>
    <w:rsid w:val="002F1D35"/>
    <w:rsid w:val="002F4256"/>
    <w:rsid w:val="002F4A2F"/>
    <w:rsid w:val="002F6E6B"/>
    <w:rsid w:val="00300FF8"/>
    <w:rsid w:val="0030116E"/>
    <w:rsid w:val="00306782"/>
    <w:rsid w:val="00311182"/>
    <w:rsid w:val="00316C01"/>
    <w:rsid w:val="00316C66"/>
    <w:rsid w:val="0031768C"/>
    <w:rsid w:val="00320472"/>
    <w:rsid w:val="003269CB"/>
    <w:rsid w:val="003308C6"/>
    <w:rsid w:val="003310C1"/>
    <w:rsid w:val="003354AE"/>
    <w:rsid w:val="0034460E"/>
    <w:rsid w:val="003463CF"/>
    <w:rsid w:val="00347143"/>
    <w:rsid w:val="0034796F"/>
    <w:rsid w:val="00350C39"/>
    <w:rsid w:val="003532E4"/>
    <w:rsid w:val="00353AA4"/>
    <w:rsid w:val="003548D7"/>
    <w:rsid w:val="003571E6"/>
    <w:rsid w:val="0036191F"/>
    <w:rsid w:val="003637D5"/>
    <w:rsid w:val="00366B2A"/>
    <w:rsid w:val="00371155"/>
    <w:rsid w:val="00373063"/>
    <w:rsid w:val="00373764"/>
    <w:rsid w:val="00375D4D"/>
    <w:rsid w:val="003779DF"/>
    <w:rsid w:val="00382489"/>
    <w:rsid w:val="003870F5"/>
    <w:rsid w:val="00393974"/>
    <w:rsid w:val="00394735"/>
    <w:rsid w:val="003A28F9"/>
    <w:rsid w:val="003A2F80"/>
    <w:rsid w:val="003B262D"/>
    <w:rsid w:val="003B437A"/>
    <w:rsid w:val="003B66DC"/>
    <w:rsid w:val="003B70B4"/>
    <w:rsid w:val="003B7330"/>
    <w:rsid w:val="003C0B38"/>
    <w:rsid w:val="003C0DE1"/>
    <w:rsid w:val="003C0DE6"/>
    <w:rsid w:val="003C276B"/>
    <w:rsid w:val="003C34E9"/>
    <w:rsid w:val="003C37D5"/>
    <w:rsid w:val="003C427B"/>
    <w:rsid w:val="003C7E20"/>
    <w:rsid w:val="003D0021"/>
    <w:rsid w:val="003D2B75"/>
    <w:rsid w:val="003D3438"/>
    <w:rsid w:val="003D41E6"/>
    <w:rsid w:val="003E456C"/>
    <w:rsid w:val="003F66AC"/>
    <w:rsid w:val="003F7E67"/>
    <w:rsid w:val="0040065A"/>
    <w:rsid w:val="00402E5B"/>
    <w:rsid w:val="00403AFB"/>
    <w:rsid w:val="00406825"/>
    <w:rsid w:val="00407609"/>
    <w:rsid w:val="00416CC0"/>
    <w:rsid w:val="00420EE8"/>
    <w:rsid w:val="00422A7B"/>
    <w:rsid w:val="0042331B"/>
    <w:rsid w:val="0042396C"/>
    <w:rsid w:val="00423D6B"/>
    <w:rsid w:val="00430156"/>
    <w:rsid w:val="00430EE4"/>
    <w:rsid w:val="00432531"/>
    <w:rsid w:val="00432DD2"/>
    <w:rsid w:val="00435000"/>
    <w:rsid w:val="00435838"/>
    <w:rsid w:val="0043667A"/>
    <w:rsid w:val="00437536"/>
    <w:rsid w:val="004378E9"/>
    <w:rsid w:val="00444792"/>
    <w:rsid w:val="00447472"/>
    <w:rsid w:val="0044798C"/>
    <w:rsid w:val="00451FF5"/>
    <w:rsid w:val="00460205"/>
    <w:rsid w:val="00462B84"/>
    <w:rsid w:val="0046480B"/>
    <w:rsid w:val="00465DFF"/>
    <w:rsid w:val="0047219F"/>
    <w:rsid w:val="00474B92"/>
    <w:rsid w:val="00480F2A"/>
    <w:rsid w:val="004824ED"/>
    <w:rsid w:val="004921BF"/>
    <w:rsid w:val="004923F8"/>
    <w:rsid w:val="00492C19"/>
    <w:rsid w:val="004939B1"/>
    <w:rsid w:val="004947BB"/>
    <w:rsid w:val="004958B9"/>
    <w:rsid w:val="00495D68"/>
    <w:rsid w:val="004A10E2"/>
    <w:rsid w:val="004A5AD3"/>
    <w:rsid w:val="004A6762"/>
    <w:rsid w:val="004A6B42"/>
    <w:rsid w:val="004A6FDA"/>
    <w:rsid w:val="004A79F7"/>
    <w:rsid w:val="004B07AC"/>
    <w:rsid w:val="004B0A49"/>
    <w:rsid w:val="004B2CE0"/>
    <w:rsid w:val="004B409E"/>
    <w:rsid w:val="004B44AF"/>
    <w:rsid w:val="004C0418"/>
    <w:rsid w:val="004C3E8D"/>
    <w:rsid w:val="004C4DE0"/>
    <w:rsid w:val="004C7820"/>
    <w:rsid w:val="004D5B7E"/>
    <w:rsid w:val="004D7507"/>
    <w:rsid w:val="004D75F9"/>
    <w:rsid w:val="004D7960"/>
    <w:rsid w:val="004E0E12"/>
    <w:rsid w:val="004E113B"/>
    <w:rsid w:val="004E153A"/>
    <w:rsid w:val="004E46C6"/>
    <w:rsid w:val="004E6CF5"/>
    <w:rsid w:val="004F1CE9"/>
    <w:rsid w:val="004F306B"/>
    <w:rsid w:val="004F7146"/>
    <w:rsid w:val="004F7F83"/>
    <w:rsid w:val="00504D64"/>
    <w:rsid w:val="0050543B"/>
    <w:rsid w:val="005068ED"/>
    <w:rsid w:val="00510BE5"/>
    <w:rsid w:val="00512A19"/>
    <w:rsid w:val="00514BCA"/>
    <w:rsid w:val="00514CB8"/>
    <w:rsid w:val="00515486"/>
    <w:rsid w:val="00520116"/>
    <w:rsid w:val="00520E96"/>
    <w:rsid w:val="00523230"/>
    <w:rsid w:val="00523C94"/>
    <w:rsid w:val="00524C59"/>
    <w:rsid w:val="00525495"/>
    <w:rsid w:val="00525AF4"/>
    <w:rsid w:val="00526330"/>
    <w:rsid w:val="00526D08"/>
    <w:rsid w:val="00532883"/>
    <w:rsid w:val="005341E5"/>
    <w:rsid w:val="005406E4"/>
    <w:rsid w:val="00546FB6"/>
    <w:rsid w:val="00550E01"/>
    <w:rsid w:val="00550F98"/>
    <w:rsid w:val="00552117"/>
    <w:rsid w:val="00552E02"/>
    <w:rsid w:val="00552EC8"/>
    <w:rsid w:val="005553E9"/>
    <w:rsid w:val="005561AC"/>
    <w:rsid w:val="005565BC"/>
    <w:rsid w:val="005569AC"/>
    <w:rsid w:val="00562B9A"/>
    <w:rsid w:val="00565A0B"/>
    <w:rsid w:val="00566CA5"/>
    <w:rsid w:val="005679B2"/>
    <w:rsid w:val="00567B0E"/>
    <w:rsid w:val="00576461"/>
    <w:rsid w:val="00582A55"/>
    <w:rsid w:val="00582F9A"/>
    <w:rsid w:val="00583153"/>
    <w:rsid w:val="00583D51"/>
    <w:rsid w:val="00586652"/>
    <w:rsid w:val="00591350"/>
    <w:rsid w:val="005919EA"/>
    <w:rsid w:val="00595F57"/>
    <w:rsid w:val="005969D1"/>
    <w:rsid w:val="00596DAF"/>
    <w:rsid w:val="005A2520"/>
    <w:rsid w:val="005A4FD0"/>
    <w:rsid w:val="005A5E92"/>
    <w:rsid w:val="005A6CCE"/>
    <w:rsid w:val="005A7A67"/>
    <w:rsid w:val="005B5BCD"/>
    <w:rsid w:val="005B76FD"/>
    <w:rsid w:val="005C087F"/>
    <w:rsid w:val="005C0D0B"/>
    <w:rsid w:val="005C2394"/>
    <w:rsid w:val="005D0175"/>
    <w:rsid w:val="005D1DDC"/>
    <w:rsid w:val="005D6CFE"/>
    <w:rsid w:val="005E1B82"/>
    <w:rsid w:val="005E5076"/>
    <w:rsid w:val="005F14A5"/>
    <w:rsid w:val="005F51CA"/>
    <w:rsid w:val="005F6559"/>
    <w:rsid w:val="005F71B4"/>
    <w:rsid w:val="00600241"/>
    <w:rsid w:val="00606482"/>
    <w:rsid w:val="006071F3"/>
    <w:rsid w:val="0061434F"/>
    <w:rsid w:val="00622BF1"/>
    <w:rsid w:val="00622FA6"/>
    <w:rsid w:val="0062335A"/>
    <w:rsid w:val="006245AD"/>
    <w:rsid w:val="006315AA"/>
    <w:rsid w:val="00636C55"/>
    <w:rsid w:val="006400FF"/>
    <w:rsid w:val="00640A58"/>
    <w:rsid w:val="00641643"/>
    <w:rsid w:val="00642EE0"/>
    <w:rsid w:val="006469B5"/>
    <w:rsid w:val="00651B2B"/>
    <w:rsid w:val="00654B9E"/>
    <w:rsid w:val="00654F15"/>
    <w:rsid w:val="00655D1E"/>
    <w:rsid w:val="006566B6"/>
    <w:rsid w:val="006614D5"/>
    <w:rsid w:val="00664874"/>
    <w:rsid w:val="00666494"/>
    <w:rsid w:val="00670672"/>
    <w:rsid w:val="006709C1"/>
    <w:rsid w:val="006716AE"/>
    <w:rsid w:val="00674645"/>
    <w:rsid w:val="0067744B"/>
    <w:rsid w:val="00677613"/>
    <w:rsid w:val="0068057A"/>
    <w:rsid w:val="00681049"/>
    <w:rsid w:val="0068131B"/>
    <w:rsid w:val="0068211B"/>
    <w:rsid w:val="00682263"/>
    <w:rsid w:val="00687E79"/>
    <w:rsid w:val="006900C7"/>
    <w:rsid w:val="00694360"/>
    <w:rsid w:val="00694DDA"/>
    <w:rsid w:val="006962F0"/>
    <w:rsid w:val="006A470B"/>
    <w:rsid w:val="006B05E3"/>
    <w:rsid w:val="006B170C"/>
    <w:rsid w:val="006B208B"/>
    <w:rsid w:val="006B2A3F"/>
    <w:rsid w:val="006B2B68"/>
    <w:rsid w:val="006B7941"/>
    <w:rsid w:val="006C28FC"/>
    <w:rsid w:val="006C62AC"/>
    <w:rsid w:val="006D1380"/>
    <w:rsid w:val="006D2283"/>
    <w:rsid w:val="006D42D9"/>
    <w:rsid w:val="006D462E"/>
    <w:rsid w:val="006D4D41"/>
    <w:rsid w:val="006D4E11"/>
    <w:rsid w:val="006D5AED"/>
    <w:rsid w:val="006D7778"/>
    <w:rsid w:val="006E0D5B"/>
    <w:rsid w:val="006E146B"/>
    <w:rsid w:val="006E1E99"/>
    <w:rsid w:val="006E5ECF"/>
    <w:rsid w:val="006E7FC6"/>
    <w:rsid w:val="006F2657"/>
    <w:rsid w:val="00702FB1"/>
    <w:rsid w:val="00704DFC"/>
    <w:rsid w:val="00705558"/>
    <w:rsid w:val="007059BD"/>
    <w:rsid w:val="00707AB8"/>
    <w:rsid w:val="0071196A"/>
    <w:rsid w:val="00712AC0"/>
    <w:rsid w:val="00713A94"/>
    <w:rsid w:val="007259DA"/>
    <w:rsid w:val="00726184"/>
    <w:rsid w:val="007278D6"/>
    <w:rsid w:val="00731444"/>
    <w:rsid w:val="0073478B"/>
    <w:rsid w:val="00734E6B"/>
    <w:rsid w:val="00736D6B"/>
    <w:rsid w:val="00737BDF"/>
    <w:rsid w:val="00740BB4"/>
    <w:rsid w:val="00743C98"/>
    <w:rsid w:val="0074727F"/>
    <w:rsid w:val="0074728F"/>
    <w:rsid w:val="007505B1"/>
    <w:rsid w:val="00753D5F"/>
    <w:rsid w:val="007557F8"/>
    <w:rsid w:val="007558F2"/>
    <w:rsid w:val="0076550F"/>
    <w:rsid w:val="00767D5C"/>
    <w:rsid w:val="007701A3"/>
    <w:rsid w:val="007703C6"/>
    <w:rsid w:val="00770C76"/>
    <w:rsid w:val="00770EBF"/>
    <w:rsid w:val="00772B61"/>
    <w:rsid w:val="007815CB"/>
    <w:rsid w:val="007826DB"/>
    <w:rsid w:val="00782F59"/>
    <w:rsid w:val="00790DF2"/>
    <w:rsid w:val="00791178"/>
    <w:rsid w:val="00792F61"/>
    <w:rsid w:val="007966A6"/>
    <w:rsid w:val="00797E23"/>
    <w:rsid w:val="007A1B3B"/>
    <w:rsid w:val="007A2025"/>
    <w:rsid w:val="007A51A4"/>
    <w:rsid w:val="007B6248"/>
    <w:rsid w:val="007C04BD"/>
    <w:rsid w:val="007C2F2B"/>
    <w:rsid w:val="007C52BF"/>
    <w:rsid w:val="007C5433"/>
    <w:rsid w:val="007C6465"/>
    <w:rsid w:val="007D097C"/>
    <w:rsid w:val="007D519D"/>
    <w:rsid w:val="007D528A"/>
    <w:rsid w:val="007D6A73"/>
    <w:rsid w:val="007E110A"/>
    <w:rsid w:val="007E1BD8"/>
    <w:rsid w:val="007E2F30"/>
    <w:rsid w:val="007E327D"/>
    <w:rsid w:val="007E3558"/>
    <w:rsid w:val="007E5192"/>
    <w:rsid w:val="007E521D"/>
    <w:rsid w:val="007F1464"/>
    <w:rsid w:val="007F423D"/>
    <w:rsid w:val="007F4A78"/>
    <w:rsid w:val="007F69F7"/>
    <w:rsid w:val="007F7BFB"/>
    <w:rsid w:val="00801685"/>
    <w:rsid w:val="008032C8"/>
    <w:rsid w:val="00806A10"/>
    <w:rsid w:val="0081023F"/>
    <w:rsid w:val="00811D98"/>
    <w:rsid w:val="00812B09"/>
    <w:rsid w:val="00812D9E"/>
    <w:rsid w:val="0081323B"/>
    <w:rsid w:val="00814AD7"/>
    <w:rsid w:val="00814F60"/>
    <w:rsid w:val="008211B5"/>
    <w:rsid w:val="008219B0"/>
    <w:rsid w:val="008220B1"/>
    <w:rsid w:val="00830CAC"/>
    <w:rsid w:val="008352E2"/>
    <w:rsid w:val="00835B26"/>
    <w:rsid w:val="00840DEF"/>
    <w:rsid w:val="00841870"/>
    <w:rsid w:val="00843C83"/>
    <w:rsid w:val="00844EE0"/>
    <w:rsid w:val="00852CE8"/>
    <w:rsid w:val="00852F9C"/>
    <w:rsid w:val="00852FF0"/>
    <w:rsid w:val="00856336"/>
    <w:rsid w:val="008565E1"/>
    <w:rsid w:val="00856FE2"/>
    <w:rsid w:val="008572E2"/>
    <w:rsid w:val="008575BF"/>
    <w:rsid w:val="00862B53"/>
    <w:rsid w:val="00864725"/>
    <w:rsid w:val="00871F0B"/>
    <w:rsid w:val="00873BF6"/>
    <w:rsid w:val="00874EF1"/>
    <w:rsid w:val="00885E02"/>
    <w:rsid w:val="008868EB"/>
    <w:rsid w:val="008877C2"/>
    <w:rsid w:val="00887B93"/>
    <w:rsid w:val="00890687"/>
    <w:rsid w:val="0089372D"/>
    <w:rsid w:val="0089416F"/>
    <w:rsid w:val="00894603"/>
    <w:rsid w:val="00895DFB"/>
    <w:rsid w:val="00896E48"/>
    <w:rsid w:val="00897E7A"/>
    <w:rsid w:val="008A2B37"/>
    <w:rsid w:val="008A6979"/>
    <w:rsid w:val="008B0156"/>
    <w:rsid w:val="008B0639"/>
    <w:rsid w:val="008B5931"/>
    <w:rsid w:val="008B7652"/>
    <w:rsid w:val="008C16E3"/>
    <w:rsid w:val="008C2D3E"/>
    <w:rsid w:val="008C3808"/>
    <w:rsid w:val="008C415B"/>
    <w:rsid w:val="008C5AB5"/>
    <w:rsid w:val="008D12F4"/>
    <w:rsid w:val="008D3220"/>
    <w:rsid w:val="008D333F"/>
    <w:rsid w:val="008D5597"/>
    <w:rsid w:val="008E6B2F"/>
    <w:rsid w:val="008E7AC8"/>
    <w:rsid w:val="008F07A5"/>
    <w:rsid w:val="008F080A"/>
    <w:rsid w:val="008F245A"/>
    <w:rsid w:val="008F68A1"/>
    <w:rsid w:val="008F7D05"/>
    <w:rsid w:val="00902E8C"/>
    <w:rsid w:val="00903617"/>
    <w:rsid w:val="00903795"/>
    <w:rsid w:val="00905D60"/>
    <w:rsid w:val="0090636F"/>
    <w:rsid w:val="009122DE"/>
    <w:rsid w:val="00912856"/>
    <w:rsid w:val="00916116"/>
    <w:rsid w:val="009164DE"/>
    <w:rsid w:val="00916C2C"/>
    <w:rsid w:val="00916D33"/>
    <w:rsid w:val="00917BDB"/>
    <w:rsid w:val="0092060A"/>
    <w:rsid w:val="00921AB3"/>
    <w:rsid w:val="009240A1"/>
    <w:rsid w:val="00925927"/>
    <w:rsid w:val="00926268"/>
    <w:rsid w:val="00926E66"/>
    <w:rsid w:val="0092751E"/>
    <w:rsid w:val="009275E1"/>
    <w:rsid w:val="009279D4"/>
    <w:rsid w:val="00927E42"/>
    <w:rsid w:val="0093544D"/>
    <w:rsid w:val="00937128"/>
    <w:rsid w:val="00937590"/>
    <w:rsid w:val="00937B32"/>
    <w:rsid w:val="00942FBE"/>
    <w:rsid w:val="00945A5A"/>
    <w:rsid w:val="00947348"/>
    <w:rsid w:val="00947B8F"/>
    <w:rsid w:val="00952525"/>
    <w:rsid w:val="00953902"/>
    <w:rsid w:val="009540A7"/>
    <w:rsid w:val="009573E9"/>
    <w:rsid w:val="00961D98"/>
    <w:rsid w:val="00962160"/>
    <w:rsid w:val="00971126"/>
    <w:rsid w:val="00972B75"/>
    <w:rsid w:val="00973E08"/>
    <w:rsid w:val="009752F1"/>
    <w:rsid w:val="00982904"/>
    <w:rsid w:val="0099049D"/>
    <w:rsid w:val="00992DA5"/>
    <w:rsid w:val="0099745B"/>
    <w:rsid w:val="009A00E5"/>
    <w:rsid w:val="009A452C"/>
    <w:rsid w:val="009B0794"/>
    <w:rsid w:val="009B1564"/>
    <w:rsid w:val="009B350C"/>
    <w:rsid w:val="009B59C4"/>
    <w:rsid w:val="009B5B8C"/>
    <w:rsid w:val="009C18A0"/>
    <w:rsid w:val="009C41C4"/>
    <w:rsid w:val="009C52BB"/>
    <w:rsid w:val="009C64EF"/>
    <w:rsid w:val="009D0E5E"/>
    <w:rsid w:val="009D1B89"/>
    <w:rsid w:val="009D5DE8"/>
    <w:rsid w:val="009D5F62"/>
    <w:rsid w:val="009D5FCE"/>
    <w:rsid w:val="009D7DCE"/>
    <w:rsid w:val="009E7D2C"/>
    <w:rsid w:val="009F16CB"/>
    <w:rsid w:val="009F416D"/>
    <w:rsid w:val="009F4550"/>
    <w:rsid w:val="009F5199"/>
    <w:rsid w:val="009F54A7"/>
    <w:rsid w:val="009F69CC"/>
    <w:rsid w:val="00A00A1C"/>
    <w:rsid w:val="00A03E76"/>
    <w:rsid w:val="00A0463C"/>
    <w:rsid w:val="00A0494F"/>
    <w:rsid w:val="00A06C22"/>
    <w:rsid w:val="00A0787E"/>
    <w:rsid w:val="00A07FF4"/>
    <w:rsid w:val="00A10B3C"/>
    <w:rsid w:val="00A17522"/>
    <w:rsid w:val="00A2059C"/>
    <w:rsid w:val="00A20ED3"/>
    <w:rsid w:val="00A23A9E"/>
    <w:rsid w:val="00A2534B"/>
    <w:rsid w:val="00A30DDC"/>
    <w:rsid w:val="00A31839"/>
    <w:rsid w:val="00A32A55"/>
    <w:rsid w:val="00A364F3"/>
    <w:rsid w:val="00A36F33"/>
    <w:rsid w:val="00A4114A"/>
    <w:rsid w:val="00A42508"/>
    <w:rsid w:val="00A429E2"/>
    <w:rsid w:val="00A42F5D"/>
    <w:rsid w:val="00A505DB"/>
    <w:rsid w:val="00A530A6"/>
    <w:rsid w:val="00A55EC7"/>
    <w:rsid w:val="00A6303D"/>
    <w:rsid w:val="00A63A5F"/>
    <w:rsid w:val="00A70A87"/>
    <w:rsid w:val="00A71993"/>
    <w:rsid w:val="00A72ADE"/>
    <w:rsid w:val="00A77F2C"/>
    <w:rsid w:val="00A855A5"/>
    <w:rsid w:val="00A85CE5"/>
    <w:rsid w:val="00A9305C"/>
    <w:rsid w:val="00A935F5"/>
    <w:rsid w:val="00A940A3"/>
    <w:rsid w:val="00A96470"/>
    <w:rsid w:val="00A96B77"/>
    <w:rsid w:val="00AA33C6"/>
    <w:rsid w:val="00AA38E9"/>
    <w:rsid w:val="00AA5810"/>
    <w:rsid w:val="00AA6BFC"/>
    <w:rsid w:val="00AB049D"/>
    <w:rsid w:val="00AB29D3"/>
    <w:rsid w:val="00AB7995"/>
    <w:rsid w:val="00AC53A2"/>
    <w:rsid w:val="00AC7D4D"/>
    <w:rsid w:val="00AD236E"/>
    <w:rsid w:val="00AD25EA"/>
    <w:rsid w:val="00AD6810"/>
    <w:rsid w:val="00AE39B6"/>
    <w:rsid w:val="00AE5845"/>
    <w:rsid w:val="00AE69AB"/>
    <w:rsid w:val="00AF3C41"/>
    <w:rsid w:val="00AF5086"/>
    <w:rsid w:val="00AF52E7"/>
    <w:rsid w:val="00AF7E8B"/>
    <w:rsid w:val="00B0132B"/>
    <w:rsid w:val="00B03917"/>
    <w:rsid w:val="00B04087"/>
    <w:rsid w:val="00B133F2"/>
    <w:rsid w:val="00B16A6E"/>
    <w:rsid w:val="00B17434"/>
    <w:rsid w:val="00B21C59"/>
    <w:rsid w:val="00B229DF"/>
    <w:rsid w:val="00B22AD3"/>
    <w:rsid w:val="00B26F01"/>
    <w:rsid w:val="00B31295"/>
    <w:rsid w:val="00B32033"/>
    <w:rsid w:val="00B32FF0"/>
    <w:rsid w:val="00B34839"/>
    <w:rsid w:val="00B36286"/>
    <w:rsid w:val="00B40757"/>
    <w:rsid w:val="00B41E8A"/>
    <w:rsid w:val="00B42635"/>
    <w:rsid w:val="00B44317"/>
    <w:rsid w:val="00B45E44"/>
    <w:rsid w:val="00B47565"/>
    <w:rsid w:val="00B47D74"/>
    <w:rsid w:val="00B519BF"/>
    <w:rsid w:val="00B539B1"/>
    <w:rsid w:val="00B5482B"/>
    <w:rsid w:val="00B55F1B"/>
    <w:rsid w:val="00B60A40"/>
    <w:rsid w:val="00B625DB"/>
    <w:rsid w:val="00B763A2"/>
    <w:rsid w:val="00B76C7C"/>
    <w:rsid w:val="00B80F64"/>
    <w:rsid w:val="00B81791"/>
    <w:rsid w:val="00B81BF5"/>
    <w:rsid w:val="00B81D78"/>
    <w:rsid w:val="00B8250A"/>
    <w:rsid w:val="00B8507B"/>
    <w:rsid w:val="00B85171"/>
    <w:rsid w:val="00B90667"/>
    <w:rsid w:val="00B91068"/>
    <w:rsid w:val="00B93206"/>
    <w:rsid w:val="00B94CA1"/>
    <w:rsid w:val="00B975EC"/>
    <w:rsid w:val="00BA5CB1"/>
    <w:rsid w:val="00BC05DE"/>
    <w:rsid w:val="00BC246C"/>
    <w:rsid w:val="00BD004C"/>
    <w:rsid w:val="00BD02F0"/>
    <w:rsid w:val="00BD1BF3"/>
    <w:rsid w:val="00BD342B"/>
    <w:rsid w:val="00BD34AA"/>
    <w:rsid w:val="00BD3CCF"/>
    <w:rsid w:val="00BD58CB"/>
    <w:rsid w:val="00BD5E14"/>
    <w:rsid w:val="00BD7194"/>
    <w:rsid w:val="00BD7BA5"/>
    <w:rsid w:val="00BE1F59"/>
    <w:rsid w:val="00BE2C46"/>
    <w:rsid w:val="00BE389C"/>
    <w:rsid w:val="00BE3D0F"/>
    <w:rsid w:val="00BE4482"/>
    <w:rsid w:val="00BE4F18"/>
    <w:rsid w:val="00BF1D96"/>
    <w:rsid w:val="00BF23BF"/>
    <w:rsid w:val="00BF25CD"/>
    <w:rsid w:val="00BF3DBE"/>
    <w:rsid w:val="00C03A45"/>
    <w:rsid w:val="00C06011"/>
    <w:rsid w:val="00C110BC"/>
    <w:rsid w:val="00C232A1"/>
    <w:rsid w:val="00C23F19"/>
    <w:rsid w:val="00C241EE"/>
    <w:rsid w:val="00C26CC9"/>
    <w:rsid w:val="00C30CA2"/>
    <w:rsid w:val="00C3110B"/>
    <w:rsid w:val="00C35A66"/>
    <w:rsid w:val="00C36571"/>
    <w:rsid w:val="00C3697B"/>
    <w:rsid w:val="00C415DB"/>
    <w:rsid w:val="00C46F99"/>
    <w:rsid w:val="00C50C63"/>
    <w:rsid w:val="00C5516B"/>
    <w:rsid w:val="00C561BC"/>
    <w:rsid w:val="00C6156D"/>
    <w:rsid w:val="00C643FC"/>
    <w:rsid w:val="00C64557"/>
    <w:rsid w:val="00C6690E"/>
    <w:rsid w:val="00C66F5F"/>
    <w:rsid w:val="00C7097C"/>
    <w:rsid w:val="00C71374"/>
    <w:rsid w:val="00C72274"/>
    <w:rsid w:val="00C7726B"/>
    <w:rsid w:val="00C855A1"/>
    <w:rsid w:val="00C907E7"/>
    <w:rsid w:val="00C90FB5"/>
    <w:rsid w:val="00CA02A0"/>
    <w:rsid w:val="00CA189C"/>
    <w:rsid w:val="00CA3080"/>
    <w:rsid w:val="00CA628F"/>
    <w:rsid w:val="00CA68F2"/>
    <w:rsid w:val="00CB033B"/>
    <w:rsid w:val="00CB0DC7"/>
    <w:rsid w:val="00CB16F3"/>
    <w:rsid w:val="00CB179B"/>
    <w:rsid w:val="00CC2674"/>
    <w:rsid w:val="00CD1368"/>
    <w:rsid w:val="00CD4665"/>
    <w:rsid w:val="00CD5213"/>
    <w:rsid w:val="00CD597D"/>
    <w:rsid w:val="00CD62D5"/>
    <w:rsid w:val="00CD659C"/>
    <w:rsid w:val="00CD7BB2"/>
    <w:rsid w:val="00CE100A"/>
    <w:rsid w:val="00CE216E"/>
    <w:rsid w:val="00CE43E0"/>
    <w:rsid w:val="00CE487C"/>
    <w:rsid w:val="00CE4D9C"/>
    <w:rsid w:val="00CE5278"/>
    <w:rsid w:val="00CF03A0"/>
    <w:rsid w:val="00CF16BD"/>
    <w:rsid w:val="00CF4693"/>
    <w:rsid w:val="00CF4EBC"/>
    <w:rsid w:val="00D03B32"/>
    <w:rsid w:val="00D079CC"/>
    <w:rsid w:val="00D07D90"/>
    <w:rsid w:val="00D07DA7"/>
    <w:rsid w:val="00D14401"/>
    <w:rsid w:val="00D1641E"/>
    <w:rsid w:val="00D17762"/>
    <w:rsid w:val="00D21CD6"/>
    <w:rsid w:val="00D227F9"/>
    <w:rsid w:val="00D22D5F"/>
    <w:rsid w:val="00D244CD"/>
    <w:rsid w:val="00D27543"/>
    <w:rsid w:val="00D374F1"/>
    <w:rsid w:val="00D40800"/>
    <w:rsid w:val="00D46C16"/>
    <w:rsid w:val="00D52A9A"/>
    <w:rsid w:val="00D53534"/>
    <w:rsid w:val="00D61D54"/>
    <w:rsid w:val="00D62D49"/>
    <w:rsid w:val="00D66CC3"/>
    <w:rsid w:val="00D67ECD"/>
    <w:rsid w:val="00D70C63"/>
    <w:rsid w:val="00D71934"/>
    <w:rsid w:val="00D72B27"/>
    <w:rsid w:val="00D73293"/>
    <w:rsid w:val="00D734DE"/>
    <w:rsid w:val="00D760FB"/>
    <w:rsid w:val="00D7703E"/>
    <w:rsid w:val="00D77C07"/>
    <w:rsid w:val="00D80074"/>
    <w:rsid w:val="00D81BDD"/>
    <w:rsid w:val="00D831AC"/>
    <w:rsid w:val="00D838B9"/>
    <w:rsid w:val="00D83ED6"/>
    <w:rsid w:val="00D844E0"/>
    <w:rsid w:val="00D85BE0"/>
    <w:rsid w:val="00D879EF"/>
    <w:rsid w:val="00D87D43"/>
    <w:rsid w:val="00D92BCD"/>
    <w:rsid w:val="00D936CB"/>
    <w:rsid w:val="00D93C8A"/>
    <w:rsid w:val="00D9483A"/>
    <w:rsid w:val="00D95355"/>
    <w:rsid w:val="00D962FE"/>
    <w:rsid w:val="00DA01F2"/>
    <w:rsid w:val="00DA1ED8"/>
    <w:rsid w:val="00DA6324"/>
    <w:rsid w:val="00DA7029"/>
    <w:rsid w:val="00DB0846"/>
    <w:rsid w:val="00DB19EC"/>
    <w:rsid w:val="00DB29EB"/>
    <w:rsid w:val="00DB45B9"/>
    <w:rsid w:val="00DB4910"/>
    <w:rsid w:val="00DB5A67"/>
    <w:rsid w:val="00DC46EE"/>
    <w:rsid w:val="00DC6C63"/>
    <w:rsid w:val="00DD011B"/>
    <w:rsid w:val="00DD0BD5"/>
    <w:rsid w:val="00DD30CC"/>
    <w:rsid w:val="00DD3E55"/>
    <w:rsid w:val="00DD4D53"/>
    <w:rsid w:val="00DD4DB8"/>
    <w:rsid w:val="00DD6537"/>
    <w:rsid w:val="00DE6D3F"/>
    <w:rsid w:val="00DF4018"/>
    <w:rsid w:val="00DF4215"/>
    <w:rsid w:val="00DF4664"/>
    <w:rsid w:val="00DF5656"/>
    <w:rsid w:val="00E02D45"/>
    <w:rsid w:val="00E04EE2"/>
    <w:rsid w:val="00E0667D"/>
    <w:rsid w:val="00E06F38"/>
    <w:rsid w:val="00E119D9"/>
    <w:rsid w:val="00E135C4"/>
    <w:rsid w:val="00E139B9"/>
    <w:rsid w:val="00E17955"/>
    <w:rsid w:val="00E17D27"/>
    <w:rsid w:val="00E21AF5"/>
    <w:rsid w:val="00E23A4B"/>
    <w:rsid w:val="00E24AF9"/>
    <w:rsid w:val="00E338F2"/>
    <w:rsid w:val="00E37743"/>
    <w:rsid w:val="00E40B1E"/>
    <w:rsid w:val="00E4212A"/>
    <w:rsid w:val="00E433FD"/>
    <w:rsid w:val="00E439EA"/>
    <w:rsid w:val="00E444F2"/>
    <w:rsid w:val="00E45C94"/>
    <w:rsid w:val="00E4741E"/>
    <w:rsid w:val="00E47714"/>
    <w:rsid w:val="00E511FF"/>
    <w:rsid w:val="00E51378"/>
    <w:rsid w:val="00E541E0"/>
    <w:rsid w:val="00E56AB0"/>
    <w:rsid w:val="00E6082F"/>
    <w:rsid w:val="00E6214E"/>
    <w:rsid w:val="00E6398C"/>
    <w:rsid w:val="00E6565F"/>
    <w:rsid w:val="00E66827"/>
    <w:rsid w:val="00E66FCF"/>
    <w:rsid w:val="00E67535"/>
    <w:rsid w:val="00E67CB8"/>
    <w:rsid w:val="00E70CF1"/>
    <w:rsid w:val="00E73395"/>
    <w:rsid w:val="00E80AE5"/>
    <w:rsid w:val="00E80DD5"/>
    <w:rsid w:val="00E80E99"/>
    <w:rsid w:val="00E83EF3"/>
    <w:rsid w:val="00E86A48"/>
    <w:rsid w:val="00E90ECA"/>
    <w:rsid w:val="00E92D71"/>
    <w:rsid w:val="00E9398D"/>
    <w:rsid w:val="00E960F2"/>
    <w:rsid w:val="00E973F0"/>
    <w:rsid w:val="00EA099C"/>
    <w:rsid w:val="00EB11E8"/>
    <w:rsid w:val="00EB1B2C"/>
    <w:rsid w:val="00EB37B0"/>
    <w:rsid w:val="00EB4ED6"/>
    <w:rsid w:val="00EB6F45"/>
    <w:rsid w:val="00EC08BA"/>
    <w:rsid w:val="00EC2671"/>
    <w:rsid w:val="00EC4075"/>
    <w:rsid w:val="00EC49EC"/>
    <w:rsid w:val="00EC5C22"/>
    <w:rsid w:val="00ED0BA8"/>
    <w:rsid w:val="00ED445A"/>
    <w:rsid w:val="00EE5278"/>
    <w:rsid w:val="00EE560B"/>
    <w:rsid w:val="00EF06F3"/>
    <w:rsid w:val="00EF0E22"/>
    <w:rsid w:val="00EF2B2D"/>
    <w:rsid w:val="00EF4741"/>
    <w:rsid w:val="00EF55F3"/>
    <w:rsid w:val="00EF6704"/>
    <w:rsid w:val="00F00528"/>
    <w:rsid w:val="00F00D81"/>
    <w:rsid w:val="00F01169"/>
    <w:rsid w:val="00F04109"/>
    <w:rsid w:val="00F0484C"/>
    <w:rsid w:val="00F04D6A"/>
    <w:rsid w:val="00F04D6D"/>
    <w:rsid w:val="00F06AC7"/>
    <w:rsid w:val="00F06D53"/>
    <w:rsid w:val="00F07C24"/>
    <w:rsid w:val="00F07F50"/>
    <w:rsid w:val="00F12D56"/>
    <w:rsid w:val="00F14232"/>
    <w:rsid w:val="00F1687C"/>
    <w:rsid w:val="00F1774B"/>
    <w:rsid w:val="00F213E6"/>
    <w:rsid w:val="00F23EF2"/>
    <w:rsid w:val="00F262F2"/>
    <w:rsid w:val="00F26335"/>
    <w:rsid w:val="00F42918"/>
    <w:rsid w:val="00F42D28"/>
    <w:rsid w:val="00F46B04"/>
    <w:rsid w:val="00F526EC"/>
    <w:rsid w:val="00F53D56"/>
    <w:rsid w:val="00F53FBC"/>
    <w:rsid w:val="00F55595"/>
    <w:rsid w:val="00F61E9B"/>
    <w:rsid w:val="00F640D3"/>
    <w:rsid w:val="00F64A2D"/>
    <w:rsid w:val="00F662B1"/>
    <w:rsid w:val="00F66343"/>
    <w:rsid w:val="00F67A70"/>
    <w:rsid w:val="00F73C52"/>
    <w:rsid w:val="00F74995"/>
    <w:rsid w:val="00F807DE"/>
    <w:rsid w:val="00F83345"/>
    <w:rsid w:val="00F836B3"/>
    <w:rsid w:val="00F84168"/>
    <w:rsid w:val="00F8533F"/>
    <w:rsid w:val="00F86956"/>
    <w:rsid w:val="00F87275"/>
    <w:rsid w:val="00F913F8"/>
    <w:rsid w:val="00F91F61"/>
    <w:rsid w:val="00F92D2F"/>
    <w:rsid w:val="00F93D43"/>
    <w:rsid w:val="00F949F5"/>
    <w:rsid w:val="00F94BA6"/>
    <w:rsid w:val="00F972C8"/>
    <w:rsid w:val="00FA1716"/>
    <w:rsid w:val="00FA1CF7"/>
    <w:rsid w:val="00FA326D"/>
    <w:rsid w:val="00FA403B"/>
    <w:rsid w:val="00FA4605"/>
    <w:rsid w:val="00FA51E9"/>
    <w:rsid w:val="00FA69D1"/>
    <w:rsid w:val="00FB249E"/>
    <w:rsid w:val="00FB4721"/>
    <w:rsid w:val="00FC2026"/>
    <w:rsid w:val="00FC4566"/>
    <w:rsid w:val="00FC69CA"/>
    <w:rsid w:val="00FD4110"/>
    <w:rsid w:val="00FE5401"/>
    <w:rsid w:val="00FF12BC"/>
    <w:rsid w:val="00FF1392"/>
    <w:rsid w:val="00FF13E5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4D51F"/>
  <w15:chartTrackingRefBased/>
  <w15:docId w15:val="{DC230DD5-D9C9-4478-A88E-EBEF20C4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pt-PT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iPriority="5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3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330"/>
    <w:pPr>
      <w:spacing w:after="160" w:line="259" w:lineRule="auto"/>
      <w:ind w:left="0" w:right="0"/>
    </w:pPr>
    <w:rPr>
      <w:color w:val="auto"/>
      <w:kern w:val="0"/>
      <w:lang w:val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"/>
    <w:qFormat/>
    <w:rsid w:val="005C2394"/>
    <w:pPr>
      <w:pBdr>
        <w:bottom w:val="thickThinLargeGap" w:sz="12" w:space="5" w:color="0D5975" w:themeColor="accent1" w:themeShade="80"/>
      </w:pBd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</w:rPr>
  </w:style>
  <w:style w:type="character" w:customStyle="1" w:styleId="TtuloChar">
    <w:name w:val="Título Char"/>
    <w:basedOn w:val="Fontepargpadro"/>
    <w:link w:val="Ttulo"/>
    <w:uiPriority w:val="1"/>
    <w:rsid w:val="005C2394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Informaesdecontato">
    <w:name w:val="Informações de contato"/>
    <w:basedOn w:val="Normal"/>
    <w:uiPriority w:val="2"/>
    <w:qFormat/>
    <w:rsid w:val="005C2394"/>
    <w:pPr>
      <w:spacing w:before="40" w:after="1400" w:line="240" w:lineRule="auto"/>
      <w:contextualSpacing/>
    </w:pPr>
    <w:rPr>
      <w:color w:val="595959" w:themeColor="text1" w:themeTint="A6"/>
    </w:rPr>
  </w:style>
  <w:style w:type="character" w:styleId="Forte">
    <w:name w:val="Strong"/>
    <w:basedOn w:val="Fontepargpadro"/>
    <w:uiPriority w:val="3"/>
    <w:qFormat/>
    <w:rsid w:val="000456BE"/>
    <w:rPr>
      <w:b w:val="0"/>
      <w:bCs w:val="0"/>
      <w:color w:val="0D5975" w:themeColor="accent1" w:themeShade="80"/>
    </w:r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styleId="Encerramento">
    <w:name w:val="Closing"/>
    <w:basedOn w:val="Normal"/>
    <w:link w:val="EncerramentoChar"/>
    <w:uiPriority w:val="6"/>
    <w:qFormat/>
    <w:rsid w:val="001A62AA"/>
    <w:pPr>
      <w:spacing w:after="640" w:line="240" w:lineRule="auto"/>
      <w:contextualSpacing/>
    </w:pPr>
  </w:style>
  <w:style w:type="character" w:customStyle="1" w:styleId="EncerramentoChar">
    <w:name w:val="Encerramento Char"/>
    <w:basedOn w:val="Fontepargpadro"/>
    <w:link w:val="Encerramento"/>
    <w:uiPriority w:val="6"/>
    <w:rsid w:val="001A62AA"/>
  </w:style>
  <w:style w:type="paragraph" w:styleId="Data">
    <w:name w:val="Date"/>
    <w:basedOn w:val="Normal"/>
    <w:next w:val="Normal"/>
    <w:link w:val="DataChar"/>
    <w:uiPriority w:val="4"/>
    <w:qFormat/>
    <w:pPr>
      <w:spacing w:after="800" w:line="240" w:lineRule="auto"/>
      <w:contextualSpacing/>
    </w:pPr>
  </w:style>
  <w:style w:type="character" w:customStyle="1" w:styleId="DataChar">
    <w:name w:val="Data Char"/>
    <w:basedOn w:val="Fontepargpadro"/>
    <w:link w:val="Data"/>
    <w:uiPriority w:val="4"/>
    <w:rsid w:val="00801685"/>
  </w:style>
  <w:style w:type="paragraph" w:styleId="Cabealho">
    <w:name w:val="header"/>
    <w:basedOn w:val="Normal"/>
    <w:link w:val="CabealhoChar"/>
    <w:uiPriority w:val="99"/>
    <w:unhideWhenUsed/>
    <w:rsid w:val="00BD1BF3"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1BF3"/>
  </w:style>
  <w:style w:type="paragraph" w:styleId="Rodap">
    <w:name w:val="footer"/>
    <w:basedOn w:val="Normal"/>
    <w:link w:val="RodapCh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</w:pPr>
    <w:rPr>
      <w:color w:val="595959" w:themeColor="text1" w:themeTint="A6"/>
    </w:rPr>
  </w:style>
  <w:style w:type="character" w:customStyle="1" w:styleId="RodapChar">
    <w:name w:val="Rodapé Char"/>
    <w:basedOn w:val="Fontepargpadro"/>
    <w:link w:val="Rodap"/>
    <w:uiPriority w:val="99"/>
    <w:rsid w:val="0076550F"/>
    <w:rPr>
      <w:color w:val="595959" w:themeColor="text1" w:themeTint="A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8ED"/>
    <w:rPr>
      <w:rFonts w:ascii="Segoe UI" w:hAnsi="Segoe UI" w:cs="Segoe UI"/>
      <w:szCs w:val="18"/>
    </w:rPr>
  </w:style>
  <w:style w:type="paragraph" w:styleId="Bibliografia">
    <w:name w:val="Bibliography"/>
    <w:basedOn w:val="Normal"/>
    <w:next w:val="Normal"/>
    <w:uiPriority w:val="37"/>
    <w:semiHidden/>
    <w:unhideWhenUsed/>
    <w:rsid w:val="005068ED"/>
  </w:style>
  <w:style w:type="paragraph" w:styleId="Textoembloco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068E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068ED"/>
  </w:style>
  <w:style w:type="paragraph" w:styleId="Corpodetexto2">
    <w:name w:val="Body Text 2"/>
    <w:basedOn w:val="Normal"/>
    <w:link w:val="Corpodetexto2Char"/>
    <w:uiPriority w:val="99"/>
    <w:semiHidden/>
    <w:unhideWhenUsed/>
    <w:rsid w:val="005068E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068ED"/>
  </w:style>
  <w:style w:type="paragraph" w:styleId="Corpodetexto3">
    <w:name w:val="Body Text 3"/>
    <w:basedOn w:val="Normal"/>
    <w:link w:val="Corpodetexto3Ch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5068ED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/>
    <w:unhideWhenUsed/>
    <w:rsid w:val="005068ED"/>
    <w:pPr>
      <w:spacing w:after="200"/>
      <w:ind w:firstLine="360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semiHidden/>
    <w:rsid w:val="005068ED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068ED"/>
    <w:pPr>
      <w:spacing w:after="120"/>
      <w:ind w:left="36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068ED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/>
    <w:unhideWhenUsed/>
    <w:rsid w:val="005068ED"/>
    <w:pPr>
      <w:spacing w:after="200"/>
      <w:ind w:firstLine="36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uiPriority w:val="99"/>
    <w:semiHidden/>
    <w:rsid w:val="005068ED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068ED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068ED"/>
    <w:rPr>
      <w:szCs w:val="16"/>
    </w:rPr>
  </w:style>
  <w:style w:type="character" w:styleId="TtulodoLivro">
    <w:name w:val="Book Title"/>
    <w:basedOn w:val="Fontepargpadro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GradeColorida">
    <w:name w:val="Colorful Grid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GradeColorida-nfase2">
    <w:name w:val="Colorful Grid Accent 2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GradeColorida-nfase3">
    <w:name w:val="Colorful Grid Accent 3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GradeColorida-nfase4">
    <w:name w:val="Colorful Grid Accent 4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GradeColorida-nfase5">
    <w:name w:val="Colorful Grid Accent 5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GradeColorida-nfase6">
    <w:name w:val="Colorful Grid Accent 6"/>
    <w:basedOn w:val="Tabe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ListaColorida">
    <w:name w:val="Colorful List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aColorida-nfase2">
    <w:name w:val="Colorful List Accent 2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aColorida-nfase3">
    <w:name w:val="Colorful List Accent 3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aColorida-nfase4">
    <w:name w:val="Colorful List Accent 4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aColorida-nfase5">
    <w:name w:val="Colorful List Accent 5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aColorida-nfase6">
    <w:name w:val="Colorful List Accent 6"/>
    <w:basedOn w:val="Tabe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SombreamentoColorido">
    <w:name w:val="Colorful Shading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/>
    <w:unhideWhenUsed/>
    <w:rsid w:val="005068ED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068ED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068E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068ED"/>
    <w:rPr>
      <w:b/>
      <w:bCs/>
      <w:szCs w:val="20"/>
    </w:rPr>
  </w:style>
  <w:style w:type="table" w:styleId="ListaEscura">
    <w:name w:val="Dark List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ListaEscura-nfase2">
    <w:name w:val="Dark List Accent 2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ListaEscura-nfase3">
    <w:name w:val="Dark List Accent 3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ListaEscura-nfase4">
    <w:name w:val="Dark List Accent 4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ListaEscura-nfase5">
    <w:name w:val="Dark List Accent 5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ListaEscura-nfase6">
    <w:name w:val="Dark List Accent 6"/>
    <w:basedOn w:val="Tabe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5068ED"/>
    <w:rPr>
      <w:rFonts w:ascii="Segoe UI" w:hAnsi="Segoe UI" w:cs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rsid w:val="005068ED"/>
    <w:pPr>
      <w:spacing w:after="0" w:line="240" w:lineRule="auto"/>
    </w:p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sid w:val="005068ED"/>
  </w:style>
  <w:style w:type="character" w:styleId="nfase">
    <w:name w:val="Emphasis"/>
    <w:basedOn w:val="Fontepargpadro"/>
    <w:uiPriority w:val="20"/>
    <w:semiHidden/>
    <w:unhideWhenUsed/>
    <w:qFormat/>
    <w:rsid w:val="005068ED"/>
    <w:rPr>
      <w:i/>
      <w:iCs/>
    </w:rPr>
  </w:style>
  <w:style w:type="character" w:styleId="Refdenotadefim">
    <w:name w:val="endnote reference"/>
    <w:basedOn w:val="Fontepargpadro"/>
    <w:uiPriority w:val="99"/>
    <w:semiHidden/>
    <w:unhideWhenUsed/>
    <w:rsid w:val="005068ED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5068ED"/>
    <w:rPr>
      <w:szCs w:val="20"/>
    </w:rPr>
  </w:style>
  <w:style w:type="paragraph" w:styleId="Destinatrio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etente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linkVisitado">
    <w:name w:val="FollowedHyperlink"/>
    <w:basedOn w:val="Fontepargpadro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5068ED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068ED"/>
    <w:rPr>
      <w:szCs w:val="20"/>
    </w:rPr>
  </w:style>
  <w:style w:type="table" w:styleId="TabeladeGrade1Clara">
    <w:name w:val="Grid Table 1 Light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1">
    <w:name w:val="Grid Table 1 Light Accent 1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2">
    <w:name w:val="Grid Table 1 Light Accent 2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3">
    <w:name w:val="Grid Table 1 Light Accent 3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4">
    <w:name w:val="Grid Table 1 Light Accent 4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5">
    <w:name w:val="Grid Table 1 Light Accent 5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1Clara-nfase6">
    <w:name w:val="Grid Table 1 Light Accent 6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2">
    <w:name w:val="Grid Table 2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1">
    <w:name w:val="Grid Table 2 Accent 1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Grade2-nfase2">
    <w:name w:val="Grid Table 2 Accent 2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Grade2-nfase3">
    <w:name w:val="Grid Table 2 Accent 3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Grade2-nfase4">
    <w:name w:val="Grid Table 2 Accent 4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Grade2-nfase5">
    <w:name w:val="Grid Table 2 Accent 5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Grade2-nfase6">
    <w:name w:val="Grid Table 2 Accent 6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Grade3">
    <w:name w:val="Grid Table 3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3-nfase1">
    <w:name w:val="Grid Table 3 Accent 1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eladeGrade3-nfase2">
    <w:name w:val="Grid Table 3 Accent 2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eladeGrade3-nfase3">
    <w:name w:val="Grid Table 3 Accent 3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eladeGrade3-nfase4">
    <w:name w:val="Grid Table 3 Accent 4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eladeGrade3-nfase5">
    <w:name w:val="Grid Table 3 Accent 5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eladeGrade3-nfase6">
    <w:name w:val="Grid Table 3 Accent 6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TabeladeGrade4">
    <w:name w:val="Grid Table 4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1">
    <w:name w:val="Grid Table 4 Accent 1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Grade4-nfase2">
    <w:name w:val="Grid Table 4 Accent 2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Grade4-nfase3">
    <w:name w:val="Grid Table 4 Accent 3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Grade4-nfase4">
    <w:name w:val="Grid Table 4 Accent 4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Grade4-nfase5">
    <w:name w:val="Grid Table 4 Accent 5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Grade4-nfase6">
    <w:name w:val="Grid Table 4 Accent 6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Grade5Escura">
    <w:name w:val="Grid Table 5 Dark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deGrade5Escura-nfase1">
    <w:name w:val="Grid Table 5 Dark Accent 1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TabeladeGrade5Escura-nfase2">
    <w:name w:val="Grid Table 5 Dark Accent 2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TabeladeGrade5Escura-nfase3">
    <w:name w:val="Grid Table 5 Dark Accent 3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TabeladeGrade5Escura-nfase4">
    <w:name w:val="Grid Table 5 Dark Accent 4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TabeladeGrade5Escura-nfase5">
    <w:name w:val="Grid Table 5 Dark Accent 5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TabeladeGrade5Escura-nfase6">
    <w:name w:val="Grid Table 5 Dark Accent 6"/>
    <w:basedOn w:val="Tabe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TabeladeGrade6Colorida">
    <w:name w:val="Grid Table 6 Colorful"/>
    <w:basedOn w:val="Tabe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6Colorida-nfase1">
    <w:name w:val="Grid Table 6 Colorful Accent 1"/>
    <w:basedOn w:val="Tabe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Grade6Colorida-nfase2">
    <w:name w:val="Grid Table 6 Colorful Accent 2"/>
    <w:basedOn w:val="Tabe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Grade6Colorida-nfase3">
    <w:name w:val="Grid Table 6 Colorful Accent 3"/>
    <w:basedOn w:val="Tabe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Grade6Colorida-nfase4">
    <w:name w:val="Grid Table 6 Colorful Accent 4"/>
    <w:basedOn w:val="Tabe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Grade6Colorida-nfase5">
    <w:name w:val="Grid Table 6 Colorful Accent 5"/>
    <w:basedOn w:val="Tabe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Grade6Colorida-nfase6">
    <w:name w:val="Grid Table 6 Colorful Accent 6"/>
    <w:basedOn w:val="Tabe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Grade7Colorida">
    <w:name w:val="Grid Table 7 Colorful"/>
    <w:basedOn w:val="Tabe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ontepargpadro"/>
    <w:uiPriority w:val="99"/>
    <w:semiHidden/>
    <w:unhideWhenUsed/>
    <w:rsid w:val="005068ED"/>
  </w:style>
  <w:style w:type="paragraph" w:styleId="EndereoHTML">
    <w:name w:val="HTML Address"/>
    <w:basedOn w:val="Normal"/>
    <w:link w:val="EndereoHTMLCh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sid w:val="005068ED"/>
    <w:rPr>
      <w:i/>
      <w:iCs/>
    </w:rPr>
  </w:style>
  <w:style w:type="character" w:styleId="CitaoHTML">
    <w:name w:val="HTML Cite"/>
    <w:basedOn w:val="Fontepargpadro"/>
    <w:uiPriority w:val="99"/>
    <w:semiHidden/>
    <w:unhideWhenUsed/>
    <w:rsid w:val="005068ED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/>
    <w:unhideWhenUsed/>
    <w:rsid w:val="005068ED"/>
    <w:rPr>
      <w:i/>
      <w:iCs/>
    </w:rPr>
  </w:style>
  <w:style w:type="character" w:styleId="TecladoHTML">
    <w:name w:val="HTML Keyboard"/>
    <w:basedOn w:val="Fontepargpadro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068ED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/>
    <w:unhideWhenUsed/>
    <w:rsid w:val="005068ED"/>
    <w:rPr>
      <w:i/>
      <w:iCs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Remissivo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Remissivo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Remissivo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Remissivo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Remissivo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Remissivo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Remissivo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Remissivo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nfaseIntensa">
    <w:name w:val="Intense Emphasis"/>
    <w:basedOn w:val="Fontepargpadro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CitaoIntensa">
    <w:name w:val="Intense Quote"/>
    <w:basedOn w:val="Normal"/>
    <w:next w:val="Normal"/>
    <w:link w:val="CitaoIntensaCh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jc w:val="center"/>
    </w:pPr>
    <w:rPr>
      <w:i/>
      <w:iCs/>
      <w:color w:val="0D5975" w:themeColor="accent1" w:themeShade="80"/>
    </w:rPr>
  </w:style>
  <w:style w:type="character" w:customStyle="1" w:styleId="CitaoIntensaChar">
    <w:name w:val="Citação Intensa Char"/>
    <w:basedOn w:val="Fontepargpadro"/>
    <w:link w:val="CitaoIntensa"/>
    <w:uiPriority w:val="30"/>
    <w:semiHidden/>
    <w:rsid w:val="000C63F5"/>
    <w:rPr>
      <w:i/>
      <w:iCs/>
      <w:color w:val="0D5975" w:themeColor="accent1" w:themeShade="80"/>
    </w:rPr>
  </w:style>
  <w:style w:type="character" w:styleId="RefernciaIntensa">
    <w:name w:val="Intense Reference"/>
    <w:basedOn w:val="Fontepargpadro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GradeClara">
    <w:name w:val="Light Grid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GradeClara-nfase2">
    <w:name w:val="Light Grid Accent 2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GradeClara-nfase3">
    <w:name w:val="Light Grid Accent 3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GradeClara-nfase4">
    <w:name w:val="Light Grid Accent 4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GradeClara-nfase5">
    <w:name w:val="Light Grid Accent 5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GradeClara-nfase6">
    <w:name w:val="Light Grid Accent 6"/>
    <w:basedOn w:val="Tabe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staClara">
    <w:name w:val="Light List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staClara-nfase2">
    <w:name w:val="Light List Accent 2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staClara-nfase3">
    <w:name w:val="Light List Accent 3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staClara-nfase4">
    <w:name w:val="Light List Accent 4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staClara-nfase6">
    <w:name w:val="Light List Accent 6"/>
    <w:basedOn w:val="Tabe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SombreamentoClaro">
    <w:name w:val="Light Shading"/>
    <w:basedOn w:val="Tabela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Nmerodelinha">
    <w:name w:val="line number"/>
    <w:basedOn w:val="Fontepargpadro"/>
    <w:uiPriority w:val="99"/>
    <w:semiHidden/>
    <w:unhideWhenUsed/>
    <w:rsid w:val="005068ED"/>
  </w:style>
  <w:style w:type="paragraph" w:styleId="Lista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Commarcadores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Commarcadores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Commarcadores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Listadecontinuao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Listadecontinuao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Listadecontinuao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Numerada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Numerada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Numerada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Numerada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Numerada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PargrafodaLista">
    <w:name w:val="List Paragraph"/>
    <w:basedOn w:val="Normal"/>
    <w:uiPriority w:val="34"/>
    <w:unhideWhenUsed/>
    <w:qFormat/>
    <w:rsid w:val="005068ED"/>
    <w:pPr>
      <w:ind w:left="720"/>
      <w:contextualSpacing/>
    </w:pPr>
  </w:style>
  <w:style w:type="table" w:styleId="TabeladeLista1Clara">
    <w:name w:val="List Table 1 Light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1Clara-nfase1">
    <w:name w:val="List Table 1 Light Accent 1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Lista1Clara-nfase2">
    <w:name w:val="List Table 1 Light Accent 2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Lista1Clara-nfase3">
    <w:name w:val="List Table 1 Light Accent 3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Lista1Clara-nfase4">
    <w:name w:val="List Table 1 Light Accent 4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Lista1Clara-nfase5">
    <w:name w:val="List Table 1 Light Accent 5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Lista1Clara-nfase6">
    <w:name w:val="List Table 1 Light Accent 6"/>
    <w:basedOn w:val="Tabe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Lista2">
    <w:name w:val="List Table 2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-nfase1">
    <w:name w:val="List Table 2 Accent 1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Lista2-nfase2">
    <w:name w:val="List Table 2 Accent 2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Lista2-nfase3">
    <w:name w:val="List Table 2 Accent 3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Lista2-nfase4">
    <w:name w:val="List Table 2 Accent 4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Lista2-nfase5">
    <w:name w:val="List Table 2 Accent 5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Lista2-nfase6">
    <w:name w:val="List Table 2 Accent 6"/>
    <w:basedOn w:val="Tabe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Lista3">
    <w:name w:val="List Table 3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TabeladeLista4">
    <w:name w:val="List Table 4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4-nfase1">
    <w:name w:val="List Table 4 Accent 1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Lista4-nfase2">
    <w:name w:val="List Table 4 Accent 2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Lista4-nfase3">
    <w:name w:val="List Table 4 Accent 3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Lista4-nfase4">
    <w:name w:val="List Table 4 Accent 4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Lista4-nfase5">
    <w:name w:val="List Table 4 Accent 5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Lista4-nfase6">
    <w:name w:val="List Table 4 Accent 6"/>
    <w:basedOn w:val="Tabe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Lista5Escura">
    <w:name w:val="List Table 5 Dark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6Colorida-nfase1">
    <w:name w:val="List Table 6 Colorful Accent 1"/>
    <w:basedOn w:val="Tabe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eladeLista6Colorida-nfase2">
    <w:name w:val="List Table 6 Colorful Accent 2"/>
    <w:basedOn w:val="Tabe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eladeLista6Colorida-nfase3">
    <w:name w:val="List Table 6 Colorful Accent 3"/>
    <w:basedOn w:val="Tabe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eladeLista6Colorida-nfase4">
    <w:name w:val="List Table 6 Colorful Accent 4"/>
    <w:basedOn w:val="Tabe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eladeLista6Colorida-nfase5">
    <w:name w:val="List Table 6 Colorful Accent 5"/>
    <w:basedOn w:val="Tabe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eladeLista6Colorida-nfase6">
    <w:name w:val="List Table 6 Colorful Accent 6"/>
    <w:basedOn w:val="Tabe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eladeLista7Colorida">
    <w:name w:val="List Table 7 Colorful"/>
    <w:basedOn w:val="Tabe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demacro">
    <w:name w:val="macro"/>
    <w:link w:val="TextodemacroCh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5068ED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GradeMdia1-nfase2">
    <w:name w:val="Medium Grid 1 Accent 2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GradeMdia1-nfase3">
    <w:name w:val="Medium Grid 1 Accent 3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GradeMdia1-nfase4">
    <w:name w:val="Medium Grid 1 Accent 4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GradeMdia1-nfase5">
    <w:name w:val="Medium Grid 1 Accent 5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GradeMdia1-nfase6">
    <w:name w:val="Medium Grid 1 Accent 6"/>
    <w:basedOn w:val="Tabe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GradeMdia2">
    <w:name w:val="Medium Grid 2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GradeMdia3-nfase2">
    <w:name w:val="Medium Grid 3 Accent 2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GradeMdia3-nfase3">
    <w:name w:val="Medium Grid 3 Accent 3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GradeMdia3-nfase4">
    <w:name w:val="Medium Grid 3 Accent 4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GradeMdia3-nfase5">
    <w:name w:val="Medium Grid 3 Accent 5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GradeMdia3-nfase6">
    <w:name w:val="Medium Grid 3 Accent 6"/>
    <w:basedOn w:val="Tabe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ListaMdia1">
    <w:name w:val="Medium List 1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ListaMdia1-nfase2">
    <w:name w:val="Medium List 1 Accent 2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ListaMdia1-nfase3">
    <w:name w:val="Medium List 1 Accent 3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ListaMdia1-nfase4">
    <w:name w:val="Medium List 1 Accent 4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ListaMdia1-nfase5">
    <w:name w:val="Medium List 1 Accent 5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ListaMdia1-nfase6">
    <w:name w:val="Medium List 1 Accent 6"/>
    <w:basedOn w:val="Tabe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ListaMdia2">
    <w:name w:val="Medium List 2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1">
    <w:name w:val="Medium Shading 1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Recuonormal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rsid w:val="005068ED"/>
    <w:pPr>
      <w:spacing w:after="0" w:line="240" w:lineRule="auto"/>
    </w:pPr>
  </w:style>
  <w:style w:type="character" w:customStyle="1" w:styleId="TtulodanotaChar">
    <w:name w:val="Título da nota Char"/>
    <w:basedOn w:val="Fontepargpadro"/>
    <w:link w:val="Ttulodanota"/>
    <w:uiPriority w:val="99"/>
    <w:semiHidden/>
    <w:rsid w:val="005068ED"/>
  </w:style>
  <w:style w:type="character" w:styleId="Nmerodepgina">
    <w:name w:val="page number"/>
    <w:basedOn w:val="Fontepargpadro"/>
    <w:uiPriority w:val="99"/>
    <w:semiHidden/>
    <w:unhideWhenUsed/>
    <w:rsid w:val="005068ED"/>
  </w:style>
  <w:style w:type="table" w:styleId="SimplesTabela1">
    <w:name w:val="Plain Table 1"/>
    <w:basedOn w:val="Tabela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2">
    <w:name w:val="Plain Table 2"/>
    <w:basedOn w:val="Tabela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mplesTabela3">
    <w:name w:val="Plain Table 3"/>
    <w:basedOn w:val="Tabela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4">
    <w:name w:val="Plain Table 4"/>
    <w:basedOn w:val="Tabela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5068ED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/>
    <w:unhideWhenUsed/>
    <w:qFormat/>
    <w:rsid w:val="000C63F5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semiHidden/>
    <w:rsid w:val="000C63F5"/>
    <w:rPr>
      <w:i/>
      <w:iCs/>
      <w:color w:val="404040" w:themeColor="text1" w:themeTint="BF"/>
    </w:rPr>
  </w:style>
  <w:style w:type="paragraph" w:styleId="Saudao">
    <w:name w:val="Salutation"/>
    <w:basedOn w:val="Normal"/>
    <w:next w:val="Normal"/>
    <w:link w:val="SaudaoChar"/>
    <w:uiPriority w:val="5"/>
    <w:qFormat/>
    <w:rsid w:val="005068ED"/>
  </w:style>
  <w:style w:type="character" w:customStyle="1" w:styleId="SaudaoChar">
    <w:name w:val="Saudação Char"/>
    <w:basedOn w:val="Fontepargpadro"/>
    <w:link w:val="Saudao"/>
    <w:uiPriority w:val="5"/>
    <w:rsid w:val="00801685"/>
  </w:style>
  <w:style w:type="paragraph" w:styleId="Assinatura">
    <w:name w:val="Signature"/>
    <w:basedOn w:val="Normal"/>
    <w:next w:val="Normal"/>
    <w:link w:val="AssinaturaChar"/>
    <w:uiPriority w:val="7"/>
    <w:qFormat/>
    <w:rsid w:val="001A62AA"/>
    <w:pPr>
      <w:contextualSpacing/>
    </w:pPr>
  </w:style>
  <w:style w:type="character" w:customStyle="1" w:styleId="AssinaturaChar">
    <w:name w:val="Assinatura Char"/>
    <w:basedOn w:val="Fontepargpadro"/>
    <w:link w:val="Assinatura"/>
    <w:uiPriority w:val="7"/>
    <w:rsid w:val="001A62AA"/>
  </w:style>
  <w:style w:type="paragraph" w:styleId="Subttulo">
    <w:name w:val="Subtitle"/>
    <w:basedOn w:val="Normal"/>
    <w:link w:val="SubttuloChar"/>
    <w:uiPriority w:val="19"/>
    <w:semiHidden/>
    <w:unhideWhenUsed/>
    <w:qFormat/>
    <w:rsid w:val="005C2394"/>
    <w:pPr>
      <w:numPr>
        <w:ilvl w:val="1"/>
      </w:numPr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nfaseSutil">
    <w:name w:val="Subtle Emphasis"/>
    <w:basedOn w:val="Fontepargpadro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RefernciaSutil">
    <w:name w:val="Subtle Reference"/>
    <w:basedOn w:val="Fontepargpadro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elacomefeitos3D1">
    <w:name w:val="Table 3D effects 1"/>
    <w:basedOn w:val="Tabela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emcolunas1">
    <w:name w:val="Table Columns 1"/>
    <w:basedOn w:val="Tabe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elegante">
    <w:name w:val="Table Elegant"/>
    <w:basedOn w:val="Tabela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">
    <w:name w:val="Table Grid"/>
    <w:basedOn w:val="Tabela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1">
    <w:name w:val="Table Grid 1"/>
    <w:basedOn w:val="Tabe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eGradeClara">
    <w:name w:val="Grid Table Light"/>
    <w:basedOn w:val="Tabela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emlista1">
    <w:name w:val="Table List 1"/>
    <w:basedOn w:val="Tabela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dicedeautoridades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/>
    <w:unhideWhenUsed/>
    <w:rsid w:val="005068ED"/>
    <w:pPr>
      <w:spacing w:after="0"/>
    </w:pPr>
  </w:style>
  <w:style w:type="table" w:styleId="Tabelaprofissional">
    <w:name w:val="Table Professional"/>
    <w:basedOn w:val="Tabe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-1">
    <w:name w:val="Table Simple 1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-2">
    <w:name w:val="Table Simple 2"/>
    <w:basedOn w:val="Tabela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-3">
    <w:name w:val="Table Simple 3"/>
    <w:basedOn w:val="Tabe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aWeb1">
    <w:name w:val="Table Web 1"/>
    <w:basedOn w:val="Tabe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5068ED"/>
    <w:pPr>
      <w:spacing w:after="100"/>
    </w:pPr>
  </w:style>
  <w:style w:type="paragraph" w:styleId="Sumrio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Sumrio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Sumrio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Sumrio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Sumrio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Sumrio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Sumrio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456BE"/>
    <w:pPr>
      <w:outlineLvl w:val="9"/>
    </w:pPr>
  </w:style>
  <w:style w:type="character" w:styleId="Hyperlink">
    <w:name w:val="Hyperlink"/>
    <w:basedOn w:val="Fontepargpadro"/>
    <w:uiPriority w:val="99"/>
    <w:unhideWhenUsed/>
    <w:rsid w:val="009B5B8C"/>
    <w:rPr>
      <w:color w:val="1FB1E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B5B8C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B2A3F"/>
    <w:rPr>
      <w:color w:val="605E5C"/>
      <w:shd w:val="clear" w:color="auto" w:fill="E1DFDD"/>
    </w:rPr>
  </w:style>
  <w:style w:type="paragraph" w:customStyle="1" w:styleId="Default">
    <w:name w:val="Default"/>
    <w:rsid w:val="00E9398D"/>
    <w:pPr>
      <w:autoSpaceDE w:val="0"/>
      <w:autoSpaceDN w:val="0"/>
      <w:adjustRightInd w:val="0"/>
      <w:spacing w:after="0" w:line="240" w:lineRule="auto"/>
      <w:ind w:left="0" w:right="0"/>
    </w:pPr>
    <w:rPr>
      <w:rFonts w:ascii="Times New Roman" w:hAnsi="Times New Roman" w:cs="Times New Roman"/>
      <w:color w:val="000000"/>
      <w:kern w:val="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mon\AppData\Roaming\Microsoft\Templates\Carta%20de%20refer&#234;ncia%20do%20professor.dotx" TargetMode="External"/></Relationship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 (38) 99820-8800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177251-8467-4D24-A9A8-C8B92D70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de referência do professor</Template>
  <TotalTime>9602</TotalTime>
  <Pages>7</Pages>
  <Words>459</Words>
  <Characters>2484</Characters>
  <Application>Microsoft Office Word</Application>
  <DocSecurity>0</DocSecurity>
  <Lines>20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  <vt:variant>
        <vt:lpstr>Title</vt:lpstr>
      </vt:variant>
      <vt:variant>
        <vt:i4>1</vt:i4>
      </vt:variant>
    </vt:vector>
  </HeadingPairs>
  <TitlesOfParts>
    <vt:vector size="6" baseType="lpstr">
      <vt:lpstr/>
      <vt:lpstr>Objetivo</vt:lpstr>
      <vt:lpstr>Base de Cálculos </vt:lpstr>
      <vt:lpstr>Resumo de cálculo de carga térmica</vt:lpstr>
      <vt:lpstr>4. Conclusão	</vt:lpstr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memorial DE carga térmica</dc:subject>
  <dc:creator>Ramon Sampaio Barbosa</dc:creator>
  <cp:keywords>Eng. Ramon Sampaio</cp:keywords>
  <cp:lastModifiedBy>Leandro Barbosa</cp:lastModifiedBy>
  <cp:revision>376</cp:revision>
  <cp:lastPrinted>2025-07-16T18:47:00Z</cp:lastPrinted>
  <dcterms:created xsi:type="dcterms:W3CDTF">2020-12-10T18:36:00Z</dcterms:created>
  <dcterms:modified xsi:type="dcterms:W3CDTF">2025-07-17T23:17:00Z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